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9ED" w:rsidRPr="00741177" w:rsidRDefault="000679ED" w:rsidP="00752801">
      <w:pPr>
        <w:jc w:val="right"/>
        <w:rPr>
          <w:sz w:val="28"/>
          <w:szCs w:val="28"/>
        </w:rPr>
      </w:pPr>
      <w:r w:rsidRPr="00741177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    </w:t>
      </w:r>
      <w:r w:rsidRPr="00741177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4</w:t>
      </w:r>
    </w:p>
    <w:p w:rsidR="000679ED" w:rsidRPr="00741177" w:rsidRDefault="000679ED" w:rsidP="00752801">
      <w:pPr>
        <w:ind w:firstLine="4961"/>
        <w:jc w:val="right"/>
        <w:rPr>
          <w:sz w:val="28"/>
          <w:szCs w:val="28"/>
        </w:rPr>
      </w:pPr>
      <w:r w:rsidRPr="00741177">
        <w:rPr>
          <w:sz w:val="28"/>
          <w:szCs w:val="28"/>
        </w:rPr>
        <w:t xml:space="preserve">к Порядку включения </w:t>
      </w:r>
    </w:p>
    <w:p w:rsidR="000679ED" w:rsidRPr="00741177" w:rsidRDefault="000679ED" w:rsidP="00752801">
      <w:pPr>
        <w:ind w:firstLine="4961"/>
        <w:jc w:val="right"/>
        <w:rPr>
          <w:sz w:val="28"/>
          <w:szCs w:val="28"/>
        </w:rPr>
      </w:pPr>
      <w:r w:rsidRPr="00741177">
        <w:rPr>
          <w:sz w:val="28"/>
          <w:szCs w:val="28"/>
        </w:rPr>
        <w:t xml:space="preserve">дворовых территорий </w:t>
      </w:r>
    </w:p>
    <w:p w:rsidR="000679ED" w:rsidRPr="00741177" w:rsidRDefault="000679ED" w:rsidP="00752801">
      <w:pPr>
        <w:ind w:firstLine="4961"/>
        <w:jc w:val="right"/>
        <w:rPr>
          <w:sz w:val="28"/>
          <w:szCs w:val="28"/>
        </w:rPr>
      </w:pPr>
      <w:r w:rsidRPr="00741177">
        <w:rPr>
          <w:sz w:val="28"/>
          <w:szCs w:val="28"/>
        </w:rPr>
        <w:t xml:space="preserve">многоквартирных домов </w:t>
      </w:r>
    </w:p>
    <w:p w:rsidR="000679ED" w:rsidRPr="00741177" w:rsidRDefault="000679ED" w:rsidP="00752801">
      <w:pPr>
        <w:ind w:firstLine="4961"/>
        <w:jc w:val="right"/>
        <w:rPr>
          <w:sz w:val="28"/>
          <w:szCs w:val="28"/>
        </w:rPr>
      </w:pPr>
      <w:r w:rsidRPr="00741177">
        <w:rPr>
          <w:sz w:val="28"/>
          <w:szCs w:val="28"/>
        </w:rPr>
        <w:t xml:space="preserve">в муниципальную программу </w:t>
      </w:r>
    </w:p>
    <w:p w:rsidR="000679ED" w:rsidRPr="00741177" w:rsidRDefault="000679ED" w:rsidP="00752801">
      <w:pPr>
        <w:tabs>
          <w:tab w:val="left" w:pos="0"/>
        </w:tabs>
        <w:ind w:firstLine="4961"/>
        <w:jc w:val="right"/>
        <w:rPr>
          <w:sz w:val="28"/>
          <w:szCs w:val="28"/>
        </w:rPr>
      </w:pPr>
      <w:r>
        <w:rPr>
          <w:sz w:val="28"/>
          <w:szCs w:val="28"/>
        </w:rPr>
        <w:t>Стародеревянковского</w:t>
      </w:r>
      <w:r w:rsidRPr="00741177">
        <w:rPr>
          <w:sz w:val="28"/>
          <w:szCs w:val="28"/>
        </w:rPr>
        <w:t xml:space="preserve"> сельского  </w:t>
      </w:r>
    </w:p>
    <w:p w:rsidR="000679ED" w:rsidRDefault="000679ED" w:rsidP="00752801">
      <w:pPr>
        <w:tabs>
          <w:tab w:val="left" w:pos="0"/>
        </w:tabs>
        <w:ind w:firstLine="4961"/>
        <w:jc w:val="right"/>
        <w:rPr>
          <w:sz w:val="28"/>
          <w:szCs w:val="28"/>
        </w:rPr>
      </w:pPr>
      <w:r w:rsidRPr="00741177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>Каневского</w:t>
      </w:r>
      <w:r w:rsidRPr="00741177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      </w:t>
      </w:r>
    </w:p>
    <w:p w:rsidR="000679ED" w:rsidRPr="00741177" w:rsidRDefault="000679ED" w:rsidP="00752801">
      <w:pPr>
        <w:tabs>
          <w:tab w:val="left" w:pos="0"/>
        </w:tabs>
        <w:ind w:firstLine="4961"/>
        <w:jc w:val="right"/>
        <w:rPr>
          <w:sz w:val="28"/>
          <w:szCs w:val="28"/>
        </w:rPr>
      </w:pPr>
      <w:r w:rsidRPr="00741177">
        <w:rPr>
          <w:sz w:val="28"/>
          <w:szCs w:val="28"/>
        </w:rPr>
        <w:t xml:space="preserve">«Формирование современной  </w:t>
      </w:r>
    </w:p>
    <w:p w:rsidR="000679ED" w:rsidRDefault="000679ED" w:rsidP="00752801">
      <w:pPr>
        <w:tabs>
          <w:tab w:val="left" w:pos="0"/>
        </w:tabs>
        <w:ind w:firstLine="4961"/>
        <w:jc w:val="right"/>
        <w:rPr>
          <w:sz w:val="28"/>
          <w:szCs w:val="28"/>
        </w:rPr>
      </w:pPr>
      <w:r w:rsidRPr="00741177">
        <w:rPr>
          <w:sz w:val="28"/>
          <w:szCs w:val="28"/>
        </w:rPr>
        <w:t xml:space="preserve">городской среды» </w:t>
      </w:r>
    </w:p>
    <w:p w:rsidR="000679ED" w:rsidRDefault="000679ED" w:rsidP="00752801">
      <w:pPr>
        <w:tabs>
          <w:tab w:val="left" w:pos="0"/>
        </w:tabs>
        <w:ind w:firstLine="4961"/>
        <w:jc w:val="right"/>
        <w:rPr>
          <w:sz w:val="28"/>
          <w:szCs w:val="28"/>
        </w:rPr>
      </w:pPr>
      <w:r>
        <w:rPr>
          <w:sz w:val="28"/>
          <w:szCs w:val="28"/>
        </w:rPr>
        <w:t>на 2018-2022 годы</w:t>
      </w:r>
    </w:p>
    <w:p w:rsidR="000679ED" w:rsidRPr="00741177" w:rsidRDefault="000679ED" w:rsidP="004E7A64">
      <w:pPr>
        <w:tabs>
          <w:tab w:val="left" w:pos="0"/>
        </w:tabs>
        <w:ind w:firstLine="4961"/>
        <w:rPr>
          <w:sz w:val="28"/>
          <w:szCs w:val="28"/>
        </w:rPr>
      </w:pPr>
    </w:p>
    <w:p w:rsidR="000679ED" w:rsidRPr="00741177" w:rsidRDefault="000679ED" w:rsidP="00675BE7">
      <w:pPr>
        <w:ind w:firstLine="709"/>
        <w:jc w:val="both"/>
        <w:rPr>
          <w:sz w:val="28"/>
          <w:szCs w:val="28"/>
        </w:rPr>
      </w:pPr>
    </w:p>
    <w:p w:rsidR="000679ED" w:rsidRPr="00741177" w:rsidRDefault="000679ED" w:rsidP="00146BA7">
      <w:pPr>
        <w:ind w:firstLine="709"/>
        <w:jc w:val="center"/>
        <w:rPr>
          <w:sz w:val="28"/>
          <w:szCs w:val="28"/>
        </w:rPr>
      </w:pPr>
      <w:r w:rsidRPr="00741177">
        <w:rPr>
          <w:sz w:val="28"/>
          <w:szCs w:val="28"/>
        </w:rPr>
        <w:t>АКТ</w:t>
      </w:r>
    </w:p>
    <w:p w:rsidR="000679ED" w:rsidRDefault="000679ED" w:rsidP="00146BA7">
      <w:pPr>
        <w:ind w:firstLine="709"/>
        <w:jc w:val="center"/>
        <w:rPr>
          <w:sz w:val="28"/>
          <w:szCs w:val="28"/>
        </w:rPr>
      </w:pPr>
      <w:r w:rsidRPr="00741177">
        <w:rPr>
          <w:sz w:val="28"/>
          <w:szCs w:val="28"/>
        </w:rPr>
        <w:t xml:space="preserve">приема-передачи объектов внешнего благоустройства </w:t>
      </w:r>
    </w:p>
    <w:p w:rsidR="000679ED" w:rsidRDefault="000679ED" w:rsidP="00146BA7">
      <w:pPr>
        <w:ind w:firstLine="709"/>
        <w:jc w:val="center"/>
        <w:rPr>
          <w:sz w:val="28"/>
          <w:szCs w:val="28"/>
        </w:rPr>
      </w:pPr>
      <w:r w:rsidRPr="00741177">
        <w:rPr>
          <w:sz w:val="28"/>
          <w:szCs w:val="28"/>
        </w:rPr>
        <w:t>для их</w:t>
      </w:r>
      <w:r>
        <w:rPr>
          <w:sz w:val="28"/>
          <w:szCs w:val="28"/>
        </w:rPr>
        <w:t xml:space="preserve"> </w:t>
      </w:r>
      <w:r w:rsidRPr="00741177">
        <w:rPr>
          <w:sz w:val="28"/>
          <w:szCs w:val="28"/>
        </w:rPr>
        <w:t>последующего содержания</w:t>
      </w:r>
    </w:p>
    <w:p w:rsidR="000679ED" w:rsidRPr="00741177" w:rsidRDefault="000679ED" w:rsidP="00146BA7">
      <w:pPr>
        <w:ind w:firstLine="709"/>
        <w:jc w:val="center"/>
        <w:rPr>
          <w:sz w:val="28"/>
          <w:szCs w:val="28"/>
        </w:rPr>
      </w:pPr>
    </w:p>
    <w:p w:rsidR="000679ED" w:rsidRPr="00741177" w:rsidRDefault="000679ED" w:rsidP="00146BA7">
      <w:pPr>
        <w:ind w:firstLine="709"/>
        <w:jc w:val="center"/>
        <w:rPr>
          <w:b/>
          <w:bCs/>
          <w:sz w:val="28"/>
          <w:szCs w:val="28"/>
        </w:rPr>
      </w:pPr>
    </w:p>
    <w:p w:rsidR="000679ED" w:rsidRDefault="000679ED" w:rsidP="001303DF">
      <w:pPr>
        <w:jc w:val="both"/>
        <w:rPr>
          <w:sz w:val="28"/>
          <w:szCs w:val="28"/>
        </w:rPr>
      </w:pPr>
      <w:r w:rsidRPr="00741177">
        <w:rPr>
          <w:sz w:val="28"/>
          <w:szCs w:val="28"/>
        </w:rPr>
        <w:t xml:space="preserve">«___»___________201__г.                                                 </w:t>
      </w:r>
      <w:r>
        <w:rPr>
          <w:sz w:val="28"/>
          <w:szCs w:val="28"/>
        </w:rPr>
        <w:t>ст. Стародеревянковская</w:t>
      </w:r>
    </w:p>
    <w:p w:rsidR="000679ED" w:rsidRPr="00741177" w:rsidRDefault="000679ED" w:rsidP="001303DF">
      <w:pPr>
        <w:jc w:val="both"/>
        <w:rPr>
          <w:sz w:val="28"/>
          <w:szCs w:val="28"/>
        </w:rPr>
      </w:pPr>
    </w:p>
    <w:p w:rsidR="000679ED" w:rsidRPr="00741177" w:rsidRDefault="000679ED" w:rsidP="001303DF">
      <w:pPr>
        <w:jc w:val="center"/>
      </w:pPr>
      <w:r w:rsidRPr="00741177">
        <w:rPr>
          <w:sz w:val="28"/>
          <w:szCs w:val="28"/>
        </w:rPr>
        <w:t xml:space="preserve">_________________________________________________________________ </w:t>
      </w:r>
      <w:r w:rsidRPr="00741177">
        <w:t>(адрес объекта благоустройства дворовой территории)</w:t>
      </w:r>
    </w:p>
    <w:p w:rsidR="000679ED" w:rsidRPr="00741177" w:rsidRDefault="000679ED" w:rsidP="001303DF">
      <w:pPr>
        <w:jc w:val="center"/>
      </w:pPr>
    </w:p>
    <w:p w:rsidR="000679ED" w:rsidRPr="00741177" w:rsidRDefault="000679ED" w:rsidP="00274775">
      <w:pPr>
        <w:ind w:firstLine="709"/>
        <w:jc w:val="both"/>
        <w:rPr>
          <w:sz w:val="28"/>
          <w:szCs w:val="28"/>
        </w:rPr>
      </w:pPr>
      <w:r w:rsidRPr="00741177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Стародеревянковского</w:t>
      </w:r>
      <w:r w:rsidRPr="00741177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Каневского</w:t>
      </w:r>
      <w:r w:rsidRPr="00741177">
        <w:rPr>
          <w:sz w:val="28"/>
          <w:szCs w:val="28"/>
        </w:rPr>
        <w:t xml:space="preserve"> района, в лице  заместителя главы </w:t>
      </w:r>
      <w:r>
        <w:rPr>
          <w:sz w:val="28"/>
          <w:szCs w:val="28"/>
        </w:rPr>
        <w:t>Стародеревянковского</w:t>
      </w:r>
      <w:r w:rsidRPr="00741177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Каневского</w:t>
      </w:r>
      <w:r w:rsidRPr="00741177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Коржова В.А.</w:t>
      </w:r>
      <w:r w:rsidRPr="00741177">
        <w:rPr>
          <w:sz w:val="28"/>
          <w:szCs w:val="28"/>
        </w:rPr>
        <w:t xml:space="preserve"> (далее - Заказчик) и представитель собственников помещений многоквартирного дома (МКД), расположенного по адресу: </w:t>
      </w:r>
      <w:r>
        <w:rPr>
          <w:sz w:val="28"/>
          <w:szCs w:val="28"/>
        </w:rPr>
        <w:t>ст. Стародеревянковская</w:t>
      </w:r>
      <w:r w:rsidRPr="00741177">
        <w:rPr>
          <w:sz w:val="28"/>
          <w:szCs w:val="28"/>
        </w:rPr>
        <w:t>, ул. (пр.) _____</w:t>
      </w:r>
      <w:r>
        <w:rPr>
          <w:sz w:val="28"/>
          <w:szCs w:val="28"/>
        </w:rPr>
        <w:t>__________</w:t>
      </w:r>
      <w:r w:rsidRPr="00741177">
        <w:rPr>
          <w:sz w:val="28"/>
          <w:szCs w:val="28"/>
        </w:rPr>
        <w:t>, д. ___ (далее - МКД), ____________</w:t>
      </w:r>
      <w:r>
        <w:rPr>
          <w:sz w:val="28"/>
          <w:szCs w:val="28"/>
        </w:rPr>
        <w:t>_______</w:t>
      </w:r>
      <w:r w:rsidRPr="00741177">
        <w:rPr>
          <w:sz w:val="28"/>
          <w:szCs w:val="28"/>
        </w:rPr>
        <w:t xml:space="preserve"> Ф.И.О. доверенного лица), действующий на основании протокола общего собрания собственников помещений МКД от «__________201__г. № ___ (является неотъемлемой частью акта) (далее - Собственник), составили настоящий акт о том, что Заказчик передает выполненные в рамках муниципальной </w:t>
      </w:r>
      <w:r w:rsidRPr="00F320F0">
        <w:rPr>
          <w:color w:val="000000"/>
          <w:sz w:val="28"/>
          <w:szCs w:val="28"/>
        </w:rPr>
        <w:t>программ</w:t>
      </w:r>
      <w:r>
        <w:rPr>
          <w:color w:val="000000"/>
          <w:sz w:val="28"/>
          <w:szCs w:val="28"/>
        </w:rPr>
        <w:t>ы</w:t>
      </w:r>
      <w:r w:rsidRPr="00F320F0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Стародеревянковского</w:t>
      </w:r>
      <w:r w:rsidRPr="00741177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Каневского</w:t>
      </w:r>
      <w:r>
        <w:rPr>
          <w:color w:val="000000"/>
          <w:sz w:val="28"/>
          <w:szCs w:val="28"/>
        </w:rPr>
        <w:t xml:space="preserve"> района «Ф</w:t>
      </w:r>
      <w:r w:rsidRPr="00F320F0">
        <w:rPr>
          <w:color w:val="000000"/>
          <w:sz w:val="28"/>
          <w:szCs w:val="28"/>
        </w:rPr>
        <w:t>ормировани</w:t>
      </w:r>
      <w:r>
        <w:rPr>
          <w:color w:val="000000"/>
          <w:sz w:val="28"/>
          <w:szCs w:val="28"/>
        </w:rPr>
        <w:t>е</w:t>
      </w:r>
      <w:r w:rsidRPr="00F320F0">
        <w:rPr>
          <w:color w:val="000000"/>
          <w:sz w:val="28"/>
          <w:szCs w:val="28"/>
        </w:rPr>
        <w:t xml:space="preserve"> современной городской среды</w:t>
      </w:r>
      <w:r>
        <w:rPr>
          <w:color w:val="000000"/>
          <w:sz w:val="28"/>
          <w:szCs w:val="28"/>
        </w:rPr>
        <w:t>» на</w:t>
      </w:r>
      <w:r w:rsidRPr="00F320F0">
        <w:rPr>
          <w:color w:val="000000"/>
          <w:sz w:val="28"/>
          <w:szCs w:val="28"/>
        </w:rPr>
        <w:t xml:space="preserve"> 201</w:t>
      </w:r>
      <w:r>
        <w:rPr>
          <w:color w:val="000000"/>
          <w:sz w:val="28"/>
          <w:szCs w:val="28"/>
        </w:rPr>
        <w:t>8-2022 годы</w:t>
      </w:r>
      <w:r w:rsidRPr="00741177">
        <w:rPr>
          <w:sz w:val="28"/>
          <w:szCs w:val="28"/>
        </w:rPr>
        <w:t xml:space="preserve">, а Собственник принимает: </w:t>
      </w:r>
    </w:p>
    <w:p w:rsidR="000679ED" w:rsidRPr="00741177" w:rsidRDefault="000679ED" w:rsidP="00274775">
      <w:pPr>
        <w:ind w:firstLine="709"/>
        <w:jc w:val="both"/>
        <w:rPr>
          <w:sz w:val="28"/>
          <w:szCs w:val="28"/>
        </w:rPr>
      </w:pPr>
    </w:p>
    <w:p w:rsidR="000679ED" w:rsidRPr="00741177" w:rsidRDefault="000679ED" w:rsidP="005E1E23">
      <w:pPr>
        <w:ind w:firstLine="709"/>
        <w:jc w:val="both"/>
        <w:rPr>
          <w:sz w:val="28"/>
          <w:szCs w:val="28"/>
        </w:rPr>
      </w:pPr>
      <w:r w:rsidRPr="00741177">
        <w:rPr>
          <w:sz w:val="28"/>
          <w:szCs w:val="28"/>
        </w:rPr>
        <w:t>1. Объекты благоустройства дворовых территорий:_________________</w:t>
      </w:r>
    </w:p>
    <w:p w:rsidR="000679ED" w:rsidRPr="00741177" w:rsidRDefault="000679ED" w:rsidP="00FF2F47">
      <w:pPr>
        <w:jc w:val="both"/>
        <w:rPr>
          <w:sz w:val="28"/>
          <w:szCs w:val="28"/>
        </w:rPr>
      </w:pPr>
      <w:r w:rsidRPr="00741177"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0679ED" w:rsidRPr="00741177" w:rsidRDefault="000679ED" w:rsidP="00FF2F47">
      <w:pPr>
        <w:ind w:firstLine="709"/>
        <w:jc w:val="both"/>
      </w:pPr>
      <w:r w:rsidRPr="00741177">
        <w:t xml:space="preserve">     (указываются все объекты благоустройства, выполненные в рамках мероприятий) </w:t>
      </w:r>
    </w:p>
    <w:p w:rsidR="000679ED" w:rsidRPr="00741177" w:rsidRDefault="000679ED" w:rsidP="00FF2F47">
      <w:pPr>
        <w:ind w:firstLine="709"/>
        <w:jc w:val="both"/>
      </w:pPr>
    </w:p>
    <w:p w:rsidR="000679ED" w:rsidRDefault="000679ED" w:rsidP="008D6262">
      <w:pPr>
        <w:ind w:firstLine="709"/>
        <w:jc w:val="both"/>
        <w:rPr>
          <w:sz w:val="28"/>
          <w:szCs w:val="28"/>
        </w:rPr>
      </w:pPr>
      <w:r w:rsidRPr="00741177">
        <w:rPr>
          <w:sz w:val="28"/>
          <w:szCs w:val="28"/>
        </w:rPr>
        <w:t>2. Объекты общего пользования, передаваемые в для дальнейшей эксплуатации:______________________________________________________</w:t>
      </w:r>
    </w:p>
    <w:p w:rsidR="000679ED" w:rsidRPr="00741177" w:rsidRDefault="000679ED" w:rsidP="008D62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</w:t>
      </w:r>
    </w:p>
    <w:p w:rsidR="000679ED" w:rsidRPr="00741177" w:rsidRDefault="000679ED" w:rsidP="008D6262">
      <w:pPr>
        <w:jc w:val="center"/>
      </w:pPr>
      <w:r w:rsidRPr="00741177">
        <w:t>(указываются элементы малых архитектурных форм, детское игровое и спортивное оборудование, парковочные карманы и т.д.)</w:t>
      </w:r>
    </w:p>
    <w:p w:rsidR="000679ED" w:rsidRPr="00741177" w:rsidRDefault="000679ED" w:rsidP="008D6262">
      <w:pPr>
        <w:jc w:val="center"/>
      </w:pPr>
    </w:p>
    <w:p w:rsidR="000679ED" w:rsidRPr="00741177" w:rsidRDefault="000679ED" w:rsidP="008D6262">
      <w:pPr>
        <w:jc w:val="both"/>
        <w:rPr>
          <w:sz w:val="28"/>
          <w:szCs w:val="28"/>
        </w:rPr>
      </w:pPr>
      <w:r w:rsidRPr="00741177">
        <w:rPr>
          <w:sz w:val="28"/>
          <w:szCs w:val="28"/>
        </w:rPr>
        <w:t xml:space="preserve">Объекты, указанные в пунктах 1, 2 настоящего акта приема-передачи объектов благоустройства, подлежат содержанию и текущему ремонту в установленном законом порядке. </w:t>
      </w:r>
    </w:p>
    <w:p w:rsidR="000679ED" w:rsidRDefault="000679ED" w:rsidP="00664066">
      <w:pPr>
        <w:spacing w:line="240" w:lineRule="exact"/>
        <w:jc w:val="center"/>
        <w:rPr>
          <w:b/>
          <w:bCs/>
          <w:sz w:val="28"/>
          <w:szCs w:val="28"/>
        </w:rPr>
      </w:pPr>
    </w:p>
    <w:p w:rsidR="000679ED" w:rsidRDefault="000679ED" w:rsidP="00664066">
      <w:pPr>
        <w:spacing w:line="240" w:lineRule="exact"/>
        <w:jc w:val="center"/>
        <w:rPr>
          <w:b/>
          <w:bCs/>
          <w:sz w:val="28"/>
          <w:szCs w:val="28"/>
        </w:rPr>
      </w:pPr>
    </w:p>
    <w:p w:rsidR="000679ED" w:rsidRPr="00752801" w:rsidRDefault="000679ED" w:rsidP="00664066">
      <w:pPr>
        <w:spacing w:line="240" w:lineRule="exact"/>
        <w:jc w:val="center"/>
        <w:rPr>
          <w:sz w:val="28"/>
          <w:szCs w:val="28"/>
        </w:rPr>
      </w:pPr>
      <w:r w:rsidRPr="00752801">
        <w:rPr>
          <w:sz w:val="28"/>
          <w:szCs w:val="28"/>
        </w:rPr>
        <w:t>Подписи сторон:</w:t>
      </w:r>
    </w:p>
    <w:p w:rsidR="000679ED" w:rsidRPr="00741177" w:rsidRDefault="000679ED" w:rsidP="00AF4BF0">
      <w:pPr>
        <w:spacing w:line="240" w:lineRule="exact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836"/>
        <w:gridCol w:w="4820"/>
      </w:tblGrid>
      <w:tr w:rsidR="000679ED" w:rsidRPr="00741177">
        <w:tc>
          <w:tcPr>
            <w:tcW w:w="4644" w:type="dxa"/>
          </w:tcPr>
          <w:p w:rsidR="000679ED" w:rsidRPr="00741177" w:rsidRDefault="000679ED" w:rsidP="009D628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41177">
              <w:rPr>
                <w:sz w:val="28"/>
                <w:szCs w:val="28"/>
              </w:rPr>
              <w:t>Заказчик</w:t>
            </w:r>
          </w:p>
          <w:p w:rsidR="000679ED" w:rsidRPr="00741177" w:rsidRDefault="000679ED" w:rsidP="009D628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0679ED" w:rsidRPr="00741177" w:rsidRDefault="000679ED" w:rsidP="009D628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41177">
              <w:rPr>
                <w:sz w:val="28"/>
                <w:szCs w:val="28"/>
              </w:rPr>
              <w:t>Собственник</w:t>
            </w:r>
          </w:p>
        </w:tc>
      </w:tr>
      <w:tr w:rsidR="000679ED" w:rsidRPr="00741177">
        <w:tc>
          <w:tcPr>
            <w:tcW w:w="4644" w:type="dxa"/>
          </w:tcPr>
          <w:p w:rsidR="000679ED" w:rsidRPr="00741177" w:rsidRDefault="000679ED" w:rsidP="009D628C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741177">
              <w:rPr>
                <w:sz w:val="28"/>
                <w:szCs w:val="28"/>
              </w:rPr>
              <w:t>_________________________________</w:t>
            </w:r>
          </w:p>
        </w:tc>
        <w:tc>
          <w:tcPr>
            <w:tcW w:w="4820" w:type="dxa"/>
          </w:tcPr>
          <w:p w:rsidR="000679ED" w:rsidRPr="00741177" w:rsidRDefault="000679ED" w:rsidP="009D628C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741177">
              <w:rPr>
                <w:sz w:val="28"/>
                <w:szCs w:val="28"/>
              </w:rPr>
              <w:t>________________________________</w:t>
            </w:r>
          </w:p>
        </w:tc>
      </w:tr>
    </w:tbl>
    <w:p w:rsidR="000679ED" w:rsidRDefault="000679ED" w:rsidP="001303DF">
      <w:pPr>
        <w:jc w:val="both"/>
        <w:rPr>
          <w:sz w:val="28"/>
          <w:szCs w:val="28"/>
        </w:rPr>
      </w:pPr>
      <w:r w:rsidRPr="00741177">
        <w:rPr>
          <w:sz w:val="28"/>
          <w:szCs w:val="28"/>
        </w:rPr>
        <w:t>М.П.                                                             М.П.</w:t>
      </w:r>
    </w:p>
    <w:p w:rsidR="000679ED" w:rsidRPr="00741177" w:rsidRDefault="000679ED" w:rsidP="00A82D7F">
      <w:pPr>
        <w:spacing w:line="240" w:lineRule="exact"/>
        <w:jc w:val="both"/>
        <w:rPr>
          <w:sz w:val="28"/>
          <w:szCs w:val="28"/>
          <w:lang w:eastAsia="en-US"/>
        </w:rPr>
      </w:pPr>
    </w:p>
    <w:p w:rsidR="000679ED" w:rsidRPr="00741177" w:rsidRDefault="000679ED" w:rsidP="00A82D7F">
      <w:pPr>
        <w:spacing w:line="240" w:lineRule="exact"/>
        <w:jc w:val="both"/>
        <w:rPr>
          <w:sz w:val="28"/>
          <w:szCs w:val="28"/>
          <w:lang w:eastAsia="en-US"/>
        </w:rPr>
      </w:pPr>
    </w:p>
    <w:p w:rsidR="000679ED" w:rsidRDefault="000679ED" w:rsidP="00CE684B">
      <w:pPr>
        <w:rPr>
          <w:sz w:val="28"/>
          <w:szCs w:val="28"/>
        </w:rPr>
      </w:pPr>
      <w:r>
        <w:rPr>
          <w:sz w:val="28"/>
          <w:szCs w:val="28"/>
        </w:rPr>
        <w:t>Заместитель главы Стародеревянковского</w:t>
      </w:r>
    </w:p>
    <w:p w:rsidR="000679ED" w:rsidRDefault="000679ED" w:rsidP="00CE684B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Каневского района                                           В.А. Коржов</w:t>
      </w:r>
    </w:p>
    <w:p w:rsidR="000679ED" w:rsidRPr="00741177" w:rsidRDefault="000679ED" w:rsidP="00B50694">
      <w:pPr>
        <w:tabs>
          <w:tab w:val="left" w:pos="0"/>
        </w:tabs>
        <w:ind w:firstLine="4962"/>
        <w:rPr>
          <w:sz w:val="28"/>
          <w:szCs w:val="28"/>
        </w:rPr>
      </w:pPr>
    </w:p>
    <w:p w:rsidR="000679ED" w:rsidRPr="00741177" w:rsidRDefault="000679ED" w:rsidP="00B50694">
      <w:pPr>
        <w:tabs>
          <w:tab w:val="left" w:pos="0"/>
        </w:tabs>
        <w:ind w:firstLine="4962"/>
        <w:rPr>
          <w:sz w:val="28"/>
          <w:szCs w:val="28"/>
        </w:rPr>
      </w:pPr>
    </w:p>
    <w:p w:rsidR="000679ED" w:rsidRPr="00741177" w:rsidRDefault="000679ED" w:rsidP="00B50694">
      <w:pPr>
        <w:tabs>
          <w:tab w:val="left" w:pos="0"/>
        </w:tabs>
        <w:ind w:firstLine="4962"/>
        <w:rPr>
          <w:sz w:val="28"/>
          <w:szCs w:val="28"/>
        </w:rPr>
      </w:pPr>
    </w:p>
    <w:p w:rsidR="000679ED" w:rsidRPr="00741177" w:rsidRDefault="000679ED" w:rsidP="00B50694">
      <w:pPr>
        <w:tabs>
          <w:tab w:val="left" w:pos="0"/>
        </w:tabs>
        <w:ind w:firstLine="4962"/>
        <w:rPr>
          <w:sz w:val="28"/>
          <w:szCs w:val="28"/>
        </w:rPr>
      </w:pPr>
    </w:p>
    <w:p w:rsidR="000679ED" w:rsidRPr="00741177" w:rsidRDefault="000679ED" w:rsidP="00B50694">
      <w:pPr>
        <w:tabs>
          <w:tab w:val="left" w:pos="0"/>
        </w:tabs>
        <w:ind w:firstLine="4962"/>
        <w:rPr>
          <w:sz w:val="28"/>
          <w:szCs w:val="28"/>
        </w:rPr>
      </w:pPr>
    </w:p>
    <w:p w:rsidR="000679ED" w:rsidRPr="00741177" w:rsidRDefault="000679ED" w:rsidP="00B50694">
      <w:pPr>
        <w:tabs>
          <w:tab w:val="left" w:pos="0"/>
        </w:tabs>
        <w:ind w:firstLine="4962"/>
        <w:rPr>
          <w:sz w:val="28"/>
          <w:szCs w:val="28"/>
        </w:rPr>
      </w:pPr>
    </w:p>
    <w:p w:rsidR="000679ED" w:rsidRPr="00741177" w:rsidRDefault="000679ED" w:rsidP="00B50694">
      <w:pPr>
        <w:tabs>
          <w:tab w:val="left" w:pos="0"/>
        </w:tabs>
        <w:ind w:firstLine="4962"/>
        <w:rPr>
          <w:sz w:val="28"/>
          <w:szCs w:val="28"/>
        </w:rPr>
      </w:pPr>
    </w:p>
    <w:p w:rsidR="000679ED" w:rsidRPr="00741177" w:rsidRDefault="000679ED" w:rsidP="00B50694">
      <w:pPr>
        <w:tabs>
          <w:tab w:val="left" w:pos="0"/>
        </w:tabs>
        <w:ind w:firstLine="4962"/>
        <w:rPr>
          <w:sz w:val="28"/>
          <w:szCs w:val="28"/>
        </w:rPr>
      </w:pPr>
    </w:p>
    <w:p w:rsidR="000679ED" w:rsidRPr="00741177" w:rsidRDefault="000679ED" w:rsidP="00B50694">
      <w:pPr>
        <w:tabs>
          <w:tab w:val="left" w:pos="0"/>
        </w:tabs>
        <w:ind w:firstLine="4962"/>
        <w:rPr>
          <w:sz w:val="28"/>
          <w:szCs w:val="28"/>
        </w:rPr>
      </w:pPr>
    </w:p>
    <w:p w:rsidR="000679ED" w:rsidRPr="00741177" w:rsidRDefault="000679ED" w:rsidP="00B50694">
      <w:pPr>
        <w:tabs>
          <w:tab w:val="left" w:pos="0"/>
        </w:tabs>
        <w:ind w:firstLine="4962"/>
        <w:rPr>
          <w:sz w:val="28"/>
          <w:szCs w:val="28"/>
        </w:rPr>
      </w:pPr>
    </w:p>
    <w:p w:rsidR="000679ED" w:rsidRPr="00741177" w:rsidRDefault="000679ED" w:rsidP="00B50694">
      <w:pPr>
        <w:tabs>
          <w:tab w:val="left" w:pos="0"/>
        </w:tabs>
        <w:ind w:firstLine="4962"/>
        <w:rPr>
          <w:sz w:val="28"/>
          <w:szCs w:val="28"/>
        </w:rPr>
      </w:pPr>
    </w:p>
    <w:p w:rsidR="000679ED" w:rsidRPr="00741177" w:rsidRDefault="000679ED" w:rsidP="00B50694">
      <w:pPr>
        <w:tabs>
          <w:tab w:val="left" w:pos="0"/>
        </w:tabs>
        <w:ind w:firstLine="4962"/>
        <w:rPr>
          <w:sz w:val="28"/>
          <w:szCs w:val="28"/>
        </w:rPr>
      </w:pPr>
    </w:p>
    <w:p w:rsidR="000679ED" w:rsidRPr="00741177" w:rsidRDefault="000679ED" w:rsidP="00B50694">
      <w:pPr>
        <w:tabs>
          <w:tab w:val="left" w:pos="0"/>
        </w:tabs>
        <w:ind w:firstLine="4962"/>
        <w:rPr>
          <w:sz w:val="28"/>
          <w:szCs w:val="28"/>
        </w:rPr>
      </w:pPr>
    </w:p>
    <w:p w:rsidR="000679ED" w:rsidRPr="00741177" w:rsidRDefault="000679ED" w:rsidP="00B50694">
      <w:pPr>
        <w:tabs>
          <w:tab w:val="left" w:pos="0"/>
        </w:tabs>
        <w:ind w:firstLine="4962"/>
        <w:rPr>
          <w:sz w:val="28"/>
          <w:szCs w:val="28"/>
        </w:rPr>
      </w:pPr>
    </w:p>
    <w:p w:rsidR="000679ED" w:rsidRPr="00741177" w:rsidRDefault="000679ED" w:rsidP="00B50694">
      <w:pPr>
        <w:tabs>
          <w:tab w:val="left" w:pos="0"/>
        </w:tabs>
        <w:ind w:firstLine="4962"/>
        <w:rPr>
          <w:sz w:val="28"/>
          <w:szCs w:val="28"/>
        </w:rPr>
      </w:pPr>
    </w:p>
    <w:p w:rsidR="000679ED" w:rsidRPr="00741177" w:rsidRDefault="000679ED" w:rsidP="00B50694">
      <w:pPr>
        <w:tabs>
          <w:tab w:val="left" w:pos="0"/>
        </w:tabs>
        <w:ind w:firstLine="4962"/>
        <w:rPr>
          <w:sz w:val="28"/>
          <w:szCs w:val="28"/>
        </w:rPr>
      </w:pPr>
    </w:p>
    <w:p w:rsidR="000679ED" w:rsidRPr="00741177" w:rsidRDefault="000679ED" w:rsidP="00B50694">
      <w:pPr>
        <w:tabs>
          <w:tab w:val="left" w:pos="0"/>
        </w:tabs>
        <w:ind w:firstLine="4962"/>
        <w:rPr>
          <w:sz w:val="28"/>
          <w:szCs w:val="28"/>
        </w:rPr>
      </w:pPr>
    </w:p>
    <w:p w:rsidR="000679ED" w:rsidRPr="00741177" w:rsidRDefault="000679ED" w:rsidP="00B50694">
      <w:pPr>
        <w:tabs>
          <w:tab w:val="left" w:pos="0"/>
        </w:tabs>
        <w:ind w:firstLine="4962"/>
        <w:rPr>
          <w:sz w:val="28"/>
          <w:szCs w:val="28"/>
        </w:rPr>
      </w:pPr>
    </w:p>
    <w:p w:rsidR="000679ED" w:rsidRPr="00741177" w:rsidRDefault="000679ED" w:rsidP="00B50694">
      <w:pPr>
        <w:tabs>
          <w:tab w:val="left" w:pos="0"/>
        </w:tabs>
        <w:ind w:firstLine="4962"/>
        <w:rPr>
          <w:sz w:val="28"/>
          <w:szCs w:val="28"/>
        </w:rPr>
      </w:pPr>
    </w:p>
    <w:p w:rsidR="000679ED" w:rsidRPr="00741177" w:rsidRDefault="000679ED" w:rsidP="00B50694">
      <w:pPr>
        <w:tabs>
          <w:tab w:val="left" w:pos="0"/>
        </w:tabs>
        <w:ind w:firstLine="4962"/>
        <w:rPr>
          <w:sz w:val="28"/>
          <w:szCs w:val="28"/>
        </w:rPr>
      </w:pPr>
    </w:p>
    <w:p w:rsidR="000679ED" w:rsidRPr="00741177" w:rsidRDefault="000679ED" w:rsidP="00B50694">
      <w:pPr>
        <w:tabs>
          <w:tab w:val="left" w:pos="0"/>
        </w:tabs>
        <w:ind w:firstLine="4962"/>
        <w:rPr>
          <w:sz w:val="28"/>
          <w:szCs w:val="28"/>
        </w:rPr>
      </w:pPr>
    </w:p>
    <w:p w:rsidR="000679ED" w:rsidRPr="00741177" w:rsidRDefault="000679ED" w:rsidP="00B50694">
      <w:pPr>
        <w:tabs>
          <w:tab w:val="left" w:pos="0"/>
        </w:tabs>
        <w:ind w:firstLine="4962"/>
        <w:rPr>
          <w:sz w:val="28"/>
          <w:szCs w:val="28"/>
        </w:rPr>
      </w:pPr>
    </w:p>
    <w:p w:rsidR="000679ED" w:rsidRPr="00741177" w:rsidRDefault="000679ED" w:rsidP="00B50694">
      <w:pPr>
        <w:tabs>
          <w:tab w:val="left" w:pos="0"/>
        </w:tabs>
        <w:ind w:firstLine="4962"/>
        <w:rPr>
          <w:sz w:val="28"/>
          <w:szCs w:val="28"/>
        </w:rPr>
      </w:pPr>
    </w:p>
    <w:p w:rsidR="000679ED" w:rsidRPr="00741177" w:rsidRDefault="000679ED" w:rsidP="00B50694">
      <w:pPr>
        <w:tabs>
          <w:tab w:val="left" w:pos="0"/>
        </w:tabs>
        <w:ind w:firstLine="4962"/>
        <w:rPr>
          <w:sz w:val="28"/>
          <w:szCs w:val="28"/>
        </w:rPr>
      </w:pPr>
    </w:p>
    <w:p w:rsidR="000679ED" w:rsidRDefault="000679ED" w:rsidP="00B50694">
      <w:pPr>
        <w:tabs>
          <w:tab w:val="left" w:pos="0"/>
        </w:tabs>
        <w:ind w:firstLine="4962"/>
        <w:rPr>
          <w:sz w:val="28"/>
          <w:szCs w:val="28"/>
        </w:rPr>
      </w:pPr>
    </w:p>
    <w:p w:rsidR="000679ED" w:rsidRDefault="000679ED" w:rsidP="00B50694">
      <w:pPr>
        <w:tabs>
          <w:tab w:val="left" w:pos="0"/>
        </w:tabs>
        <w:ind w:firstLine="4962"/>
        <w:rPr>
          <w:sz w:val="28"/>
          <w:szCs w:val="28"/>
        </w:rPr>
      </w:pPr>
    </w:p>
    <w:p w:rsidR="000679ED" w:rsidRPr="00741177" w:rsidRDefault="000679ED" w:rsidP="00B50694">
      <w:pPr>
        <w:tabs>
          <w:tab w:val="left" w:pos="0"/>
        </w:tabs>
        <w:ind w:firstLine="4962"/>
        <w:rPr>
          <w:sz w:val="28"/>
          <w:szCs w:val="28"/>
        </w:rPr>
      </w:pPr>
    </w:p>
    <w:sectPr w:rsidR="000679ED" w:rsidRPr="00741177" w:rsidSect="002471D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567" w:bottom="1134" w:left="1701" w:header="720" w:footer="720" w:gutter="0"/>
      <w:pgNumType w:start="2" w:chapStyle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79ED" w:rsidRDefault="000679ED" w:rsidP="00C62BF1">
      <w:r>
        <w:separator/>
      </w:r>
    </w:p>
  </w:endnote>
  <w:endnote w:type="continuationSeparator" w:id="0">
    <w:p w:rsidR="000679ED" w:rsidRDefault="000679ED" w:rsidP="00C62B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9ED" w:rsidRDefault="000679E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9ED" w:rsidRDefault="000679E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79ED" w:rsidRDefault="000679ED" w:rsidP="00C62BF1">
      <w:r>
        <w:separator/>
      </w:r>
    </w:p>
  </w:footnote>
  <w:footnote w:type="continuationSeparator" w:id="0">
    <w:p w:rsidR="000679ED" w:rsidRDefault="000679ED" w:rsidP="00C62B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9ED" w:rsidRPr="009A6B5D" w:rsidRDefault="000679ED" w:rsidP="009A6B5D">
    <w:pPr>
      <w:pStyle w:val="Header"/>
      <w:jc w:val="center"/>
    </w:pPr>
    <w: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9ED" w:rsidRDefault="000679E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128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CFA10F1"/>
    <w:multiLevelType w:val="hybridMultilevel"/>
    <w:tmpl w:val="F832267A"/>
    <w:lvl w:ilvl="0" w:tplc="BCBA9C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4EC4669"/>
    <w:multiLevelType w:val="hybridMultilevel"/>
    <w:tmpl w:val="63F2B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7052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C453212"/>
    <w:multiLevelType w:val="hybridMultilevel"/>
    <w:tmpl w:val="367A5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54360"/>
    <w:multiLevelType w:val="hybridMultilevel"/>
    <w:tmpl w:val="F10E699C"/>
    <w:lvl w:ilvl="0" w:tplc="2920F82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8EF00F2"/>
    <w:multiLevelType w:val="hybridMultilevel"/>
    <w:tmpl w:val="ED6E3F36"/>
    <w:lvl w:ilvl="0" w:tplc="948665B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F214456"/>
    <w:multiLevelType w:val="hybridMultilevel"/>
    <w:tmpl w:val="2234A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2E1E1A"/>
    <w:multiLevelType w:val="hybridMultilevel"/>
    <w:tmpl w:val="C308A8B2"/>
    <w:lvl w:ilvl="0" w:tplc="ED5C7324">
      <w:start w:val="1"/>
      <w:numFmt w:val="decimal"/>
      <w:lvlText w:val="%1."/>
      <w:lvlJc w:val="left"/>
      <w:pPr>
        <w:tabs>
          <w:tab w:val="num" w:pos="825"/>
        </w:tabs>
        <w:ind w:left="825" w:hanging="6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9">
    <w:nsid w:val="329C56AE"/>
    <w:multiLevelType w:val="hybridMultilevel"/>
    <w:tmpl w:val="7CBCA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7F33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8D316B3"/>
    <w:multiLevelType w:val="hybridMultilevel"/>
    <w:tmpl w:val="1D4A1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121612"/>
    <w:multiLevelType w:val="hybridMultilevel"/>
    <w:tmpl w:val="EBB8A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7D6795E"/>
    <w:multiLevelType w:val="hybridMultilevel"/>
    <w:tmpl w:val="27E877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F14EFE"/>
    <w:multiLevelType w:val="hybridMultilevel"/>
    <w:tmpl w:val="B12425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A56690"/>
    <w:multiLevelType w:val="hybridMultilevel"/>
    <w:tmpl w:val="0010C06C"/>
    <w:lvl w:ilvl="0" w:tplc="AF560F3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62B1727E"/>
    <w:multiLevelType w:val="hybridMultilevel"/>
    <w:tmpl w:val="BA806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8067A0"/>
    <w:multiLevelType w:val="hybridMultilevel"/>
    <w:tmpl w:val="EFA4091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5997D95"/>
    <w:multiLevelType w:val="hybridMultilevel"/>
    <w:tmpl w:val="402AD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04D02CF"/>
    <w:multiLevelType w:val="singleLevel"/>
    <w:tmpl w:val="E2987BD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</w:abstractNum>
  <w:abstractNum w:abstractNumId="20">
    <w:nsid w:val="791C6F5E"/>
    <w:multiLevelType w:val="multilevel"/>
    <w:tmpl w:val="BA12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1">
    <w:nsid w:val="795916C6"/>
    <w:multiLevelType w:val="singleLevel"/>
    <w:tmpl w:val="AD2E326C"/>
    <w:lvl w:ilvl="0">
      <w:start w:val="3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9"/>
  </w:num>
  <w:num w:numId="4">
    <w:abstractNumId w:val="21"/>
  </w:num>
  <w:num w:numId="5">
    <w:abstractNumId w:val="10"/>
  </w:num>
  <w:num w:numId="6">
    <w:abstractNumId w:val="20"/>
  </w:num>
  <w:num w:numId="7">
    <w:abstractNumId w:val="18"/>
  </w:num>
  <w:num w:numId="8">
    <w:abstractNumId w:val="2"/>
  </w:num>
  <w:num w:numId="9">
    <w:abstractNumId w:val="14"/>
  </w:num>
  <w:num w:numId="10">
    <w:abstractNumId w:val="12"/>
  </w:num>
  <w:num w:numId="11">
    <w:abstractNumId w:val="11"/>
  </w:num>
  <w:num w:numId="12">
    <w:abstractNumId w:val="17"/>
  </w:num>
  <w:num w:numId="13">
    <w:abstractNumId w:val="7"/>
  </w:num>
  <w:num w:numId="14">
    <w:abstractNumId w:val="13"/>
  </w:num>
  <w:num w:numId="15">
    <w:abstractNumId w:val="9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8"/>
  </w:num>
  <w:num w:numId="19">
    <w:abstractNumId w:val="5"/>
  </w:num>
  <w:num w:numId="20">
    <w:abstractNumId w:val="1"/>
  </w:num>
  <w:num w:numId="21">
    <w:abstractNumId w:val="6"/>
  </w:num>
  <w:num w:numId="22">
    <w:abstractNumId w:val="16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7715"/>
    <w:rsid w:val="00000216"/>
    <w:rsid w:val="000024D0"/>
    <w:rsid w:val="000047AC"/>
    <w:rsid w:val="000073D0"/>
    <w:rsid w:val="00010C57"/>
    <w:rsid w:val="00013BF2"/>
    <w:rsid w:val="000140D7"/>
    <w:rsid w:val="00014316"/>
    <w:rsid w:val="000205DB"/>
    <w:rsid w:val="00020B2C"/>
    <w:rsid w:val="00030721"/>
    <w:rsid w:val="00031ACA"/>
    <w:rsid w:val="00032A74"/>
    <w:rsid w:val="000472C3"/>
    <w:rsid w:val="00050207"/>
    <w:rsid w:val="0005058B"/>
    <w:rsid w:val="00050995"/>
    <w:rsid w:val="00051F3C"/>
    <w:rsid w:val="000521C1"/>
    <w:rsid w:val="000529D3"/>
    <w:rsid w:val="00053125"/>
    <w:rsid w:val="00053310"/>
    <w:rsid w:val="00056827"/>
    <w:rsid w:val="00057058"/>
    <w:rsid w:val="00061B07"/>
    <w:rsid w:val="00062CEC"/>
    <w:rsid w:val="00063599"/>
    <w:rsid w:val="00063682"/>
    <w:rsid w:val="00064AEB"/>
    <w:rsid w:val="00065EB8"/>
    <w:rsid w:val="0006684B"/>
    <w:rsid w:val="000679ED"/>
    <w:rsid w:val="00070251"/>
    <w:rsid w:val="00072167"/>
    <w:rsid w:val="0007335E"/>
    <w:rsid w:val="00073E9F"/>
    <w:rsid w:val="000800EF"/>
    <w:rsid w:val="000835F7"/>
    <w:rsid w:val="00091331"/>
    <w:rsid w:val="00091585"/>
    <w:rsid w:val="00091878"/>
    <w:rsid w:val="00093520"/>
    <w:rsid w:val="00094B4C"/>
    <w:rsid w:val="00094B90"/>
    <w:rsid w:val="00097693"/>
    <w:rsid w:val="00097B55"/>
    <w:rsid w:val="000A2529"/>
    <w:rsid w:val="000A3423"/>
    <w:rsid w:val="000A42F3"/>
    <w:rsid w:val="000A4A92"/>
    <w:rsid w:val="000A5CBA"/>
    <w:rsid w:val="000A6587"/>
    <w:rsid w:val="000B43DB"/>
    <w:rsid w:val="000B6815"/>
    <w:rsid w:val="000B6F77"/>
    <w:rsid w:val="000C5E30"/>
    <w:rsid w:val="000D158F"/>
    <w:rsid w:val="000D1754"/>
    <w:rsid w:val="000D2288"/>
    <w:rsid w:val="000D2B10"/>
    <w:rsid w:val="000D2B5E"/>
    <w:rsid w:val="000D4EC7"/>
    <w:rsid w:val="000D7752"/>
    <w:rsid w:val="000E7B73"/>
    <w:rsid w:val="000F0923"/>
    <w:rsid w:val="000F1064"/>
    <w:rsid w:val="000F1817"/>
    <w:rsid w:val="000F4F64"/>
    <w:rsid w:val="000F5EA4"/>
    <w:rsid w:val="000F6268"/>
    <w:rsid w:val="00101FB4"/>
    <w:rsid w:val="001030B6"/>
    <w:rsid w:val="0010399A"/>
    <w:rsid w:val="0010507F"/>
    <w:rsid w:val="00106E63"/>
    <w:rsid w:val="00110BF5"/>
    <w:rsid w:val="00111199"/>
    <w:rsid w:val="001111EB"/>
    <w:rsid w:val="0011129E"/>
    <w:rsid w:val="00111514"/>
    <w:rsid w:val="00111D19"/>
    <w:rsid w:val="00111EA4"/>
    <w:rsid w:val="001155C9"/>
    <w:rsid w:val="0011600B"/>
    <w:rsid w:val="001206A3"/>
    <w:rsid w:val="00123425"/>
    <w:rsid w:val="0012532D"/>
    <w:rsid w:val="001255E0"/>
    <w:rsid w:val="001258A2"/>
    <w:rsid w:val="00126243"/>
    <w:rsid w:val="00126E6E"/>
    <w:rsid w:val="001303DF"/>
    <w:rsid w:val="00130AF1"/>
    <w:rsid w:val="00131356"/>
    <w:rsid w:val="00131870"/>
    <w:rsid w:val="00131BA7"/>
    <w:rsid w:val="001406B6"/>
    <w:rsid w:val="00140C22"/>
    <w:rsid w:val="001414ED"/>
    <w:rsid w:val="00141E2A"/>
    <w:rsid w:val="00142486"/>
    <w:rsid w:val="0014359F"/>
    <w:rsid w:val="00143EEC"/>
    <w:rsid w:val="00144636"/>
    <w:rsid w:val="00146BA7"/>
    <w:rsid w:val="00146E48"/>
    <w:rsid w:val="00147498"/>
    <w:rsid w:val="00147CCA"/>
    <w:rsid w:val="001536BD"/>
    <w:rsid w:val="00154071"/>
    <w:rsid w:val="001541B2"/>
    <w:rsid w:val="00155CFD"/>
    <w:rsid w:val="00156DB8"/>
    <w:rsid w:val="001613C4"/>
    <w:rsid w:val="00162085"/>
    <w:rsid w:val="00162943"/>
    <w:rsid w:val="00165537"/>
    <w:rsid w:val="00167791"/>
    <w:rsid w:val="00167DDB"/>
    <w:rsid w:val="0017190F"/>
    <w:rsid w:val="001727C0"/>
    <w:rsid w:val="00173FBE"/>
    <w:rsid w:val="0017475D"/>
    <w:rsid w:val="001747DD"/>
    <w:rsid w:val="001759C1"/>
    <w:rsid w:val="00176D27"/>
    <w:rsid w:val="00185F85"/>
    <w:rsid w:val="0018732D"/>
    <w:rsid w:val="001915C0"/>
    <w:rsid w:val="00191A8E"/>
    <w:rsid w:val="00191E52"/>
    <w:rsid w:val="00192CEE"/>
    <w:rsid w:val="00194359"/>
    <w:rsid w:val="00194AC5"/>
    <w:rsid w:val="00195C05"/>
    <w:rsid w:val="00196965"/>
    <w:rsid w:val="001A13B2"/>
    <w:rsid w:val="001A16D1"/>
    <w:rsid w:val="001A5045"/>
    <w:rsid w:val="001A560D"/>
    <w:rsid w:val="001A67CE"/>
    <w:rsid w:val="001A6D48"/>
    <w:rsid w:val="001B0652"/>
    <w:rsid w:val="001B124D"/>
    <w:rsid w:val="001B1E3B"/>
    <w:rsid w:val="001B589B"/>
    <w:rsid w:val="001B6E21"/>
    <w:rsid w:val="001B7564"/>
    <w:rsid w:val="001B7A37"/>
    <w:rsid w:val="001C2C8A"/>
    <w:rsid w:val="001C3032"/>
    <w:rsid w:val="001C4265"/>
    <w:rsid w:val="001C7774"/>
    <w:rsid w:val="001D0750"/>
    <w:rsid w:val="001D4688"/>
    <w:rsid w:val="001D52A4"/>
    <w:rsid w:val="001D6E48"/>
    <w:rsid w:val="001D784D"/>
    <w:rsid w:val="001E689A"/>
    <w:rsid w:val="001F0BB4"/>
    <w:rsid w:val="001F1721"/>
    <w:rsid w:val="001F2E3C"/>
    <w:rsid w:val="001F3ECD"/>
    <w:rsid w:val="001F5176"/>
    <w:rsid w:val="001F564E"/>
    <w:rsid w:val="001F6420"/>
    <w:rsid w:val="001F6D8A"/>
    <w:rsid w:val="001F73B4"/>
    <w:rsid w:val="001F77CC"/>
    <w:rsid w:val="002041D6"/>
    <w:rsid w:val="00204659"/>
    <w:rsid w:val="002062D5"/>
    <w:rsid w:val="002101D8"/>
    <w:rsid w:val="002102E0"/>
    <w:rsid w:val="00211F8D"/>
    <w:rsid w:val="00213376"/>
    <w:rsid w:val="0022464F"/>
    <w:rsid w:val="002260E5"/>
    <w:rsid w:val="00226815"/>
    <w:rsid w:val="002273C3"/>
    <w:rsid w:val="00227709"/>
    <w:rsid w:val="00227D91"/>
    <w:rsid w:val="002310D6"/>
    <w:rsid w:val="002331F0"/>
    <w:rsid w:val="00233ACE"/>
    <w:rsid w:val="002350CB"/>
    <w:rsid w:val="00235D8D"/>
    <w:rsid w:val="0023619B"/>
    <w:rsid w:val="00236B18"/>
    <w:rsid w:val="00236DAA"/>
    <w:rsid w:val="00237050"/>
    <w:rsid w:val="00240F19"/>
    <w:rsid w:val="00241728"/>
    <w:rsid w:val="00241AA4"/>
    <w:rsid w:val="002430DD"/>
    <w:rsid w:val="00243ECC"/>
    <w:rsid w:val="002471DE"/>
    <w:rsid w:val="002500E1"/>
    <w:rsid w:val="0025037D"/>
    <w:rsid w:val="00250FEB"/>
    <w:rsid w:val="00252969"/>
    <w:rsid w:val="00253966"/>
    <w:rsid w:val="00254FC7"/>
    <w:rsid w:val="00261174"/>
    <w:rsid w:val="00263273"/>
    <w:rsid w:val="00265911"/>
    <w:rsid w:val="002670D5"/>
    <w:rsid w:val="00270521"/>
    <w:rsid w:val="00270E11"/>
    <w:rsid w:val="00271374"/>
    <w:rsid w:val="0027253E"/>
    <w:rsid w:val="00272AD3"/>
    <w:rsid w:val="00274682"/>
    <w:rsid w:val="00274775"/>
    <w:rsid w:val="0027477F"/>
    <w:rsid w:val="002762ED"/>
    <w:rsid w:val="00277579"/>
    <w:rsid w:val="00281CAF"/>
    <w:rsid w:val="00284A25"/>
    <w:rsid w:val="002864D4"/>
    <w:rsid w:val="0028734A"/>
    <w:rsid w:val="00295E2A"/>
    <w:rsid w:val="00296186"/>
    <w:rsid w:val="002975E9"/>
    <w:rsid w:val="002A2970"/>
    <w:rsid w:val="002A3462"/>
    <w:rsid w:val="002A46D7"/>
    <w:rsid w:val="002A5731"/>
    <w:rsid w:val="002A670F"/>
    <w:rsid w:val="002B0622"/>
    <w:rsid w:val="002B07D3"/>
    <w:rsid w:val="002B0F6E"/>
    <w:rsid w:val="002B1D73"/>
    <w:rsid w:val="002B386C"/>
    <w:rsid w:val="002B50DD"/>
    <w:rsid w:val="002B582C"/>
    <w:rsid w:val="002B6B05"/>
    <w:rsid w:val="002B71DD"/>
    <w:rsid w:val="002B791C"/>
    <w:rsid w:val="002C38B8"/>
    <w:rsid w:val="002C4333"/>
    <w:rsid w:val="002C5828"/>
    <w:rsid w:val="002C5962"/>
    <w:rsid w:val="002C616B"/>
    <w:rsid w:val="002D2FD5"/>
    <w:rsid w:val="002D33FE"/>
    <w:rsid w:val="002D4544"/>
    <w:rsid w:val="002D4736"/>
    <w:rsid w:val="002D6FB8"/>
    <w:rsid w:val="002E0EC7"/>
    <w:rsid w:val="002E226D"/>
    <w:rsid w:val="002E485C"/>
    <w:rsid w:val="002E5284"/>
    <w:rsid w:val="002E58EA"/>
    <w:rsid w:val="002E6BFC"/>
    <w:rsid w:val="002E758A"/>
    <w:rsid w:val="002E781C"/>
    <w:rsid w:val="002F47F2"/>
    <w:rsid w:val="002F4F7A"/>
    <w:rsid w:val="002F57C1"/>
    <w:rsid w:val="002F5971"/>
    <w:rsid w:val="002F714F"/>
    <w:rsid w:val="003002CE"/>
    <w:rsid w:val="003014F9"/>
    <w:rsid w:val="003022B3"/>
    <w:rsid w:val="00303D07"/>
    <w:rsid w:val="00307D0F"/>
    <w:rsid w:val="00310E7C"/>
    <w:rsid w:val="0031515F"/>
    <w:rsid w:val="003156E5"/>
    <w:rsid w:val="00316053"/>
    <w:rsid w:val="00316D03"/>
    <w:rsid w:val="003179AD"/>
    <w:rsid w:val="0032180E"/>
    <w:rsid w:val="0032188C"/>
    <w:rsid w:val="003236A9"/>
    <w:rsid w:val="0032450B"/>
    <w:rsid w:val="00324B05"/>
    <w:rsid w:val="00324B48"/>
    <w:rsid w:val="00326261"/>
    <w:rsid w:val="003279BC"/>
    <w:rsid w:val="00327D20"/>
    <w:rsid w:val="00330F74"/>
    <w:rsid w:val="003322F0"/>
    <w:rsid w:val="00332537"/>
    <w:rsid w:val="003358FF"/>
    <w:rsid w:val="0033620C"/>
    <w:rsid w:val="00337A8A"/>
    <w:rsid w:val="00340988"/>
    <w:rsid w:val="00342084"/>
    <w:rsid w:val="003426AF"/>
    <w:rsid w:val="00357899"/>
    <w:rsid w:val="0036071B"/>
    <w:rsid w:val="0036154A"/>
    <w:rsid w:val="00361AC9"/>
    <w:rsid w:val="00362BDF"/>
    <w:rsid w:val="00363D16"/>
    <w:rsid w:val="00366C0C"/>
    <w:rsid w:val="00366C94"/>
    <w:rsid w:val="003703FE"/>
    <w:rsid w:val="0037132E"/>
    <w:rsid w:val="00371CA2"/>
    <w:rsid w:val="00372267"/>
    <w:rsid w:val="0037301E"/>
    <w:rsid w:val="00373289"/>
    <w:rsid w:val="00373340"/>
    <w:rsid w:val="00374265"/>
    <w:rsid w:val="00376E06"/>
    <w:rsid w:val="0037765D"/>
    <w:rsid w:val="00377FA1"/>
    <w:rsid w:val="00385BAB"/>
    <w:rsid w:val="00385EBD"/>
    <w:rsid w:val="00386E7D"/>
    <w:rsid w:val="0039211D"/>
    <w:rsid w:val="00393D55"/>
    <w:rsid w:val="00395487"/>
    <w:rsid w:val="003A1F79"/>
    <w:rsid w:val="003A3F24"/>
    <w:rsid w:val="003A4AF4"/>
    <w:rsid w:val="003A562D"/>
    <w:rsid w:val="003A7351"/>
    <w:rsid w:val="003B06E1"/>
    <w:rsid w:val="003B1696"/>
    <w:rsid w:val="003B4DF3"/>
    <w:rsid w:val="003B5620"/>
    <w:rsid w:val="003B6EFD"/>
    <w:rsid w:val="003C2E43"/>
    <w:rsid w:val="003C31A0"/>
    <w:rsid w:val="003C362D"/>
    <w:rsid w:val="003C42F2"/>
    <w:rsid w:val="003C5F11"/>
    <w:rsid w:val="003C7D7D"/>
    <w:rsid w:val="003D03FF"/>
    <w:rsid w:val="003D19F2"/>
    <w:rsid w:val="003D3ADE"/>
    <w:rsid w:val="003D3CBD"/>
    <w:rsid w:val="003D6691"/>
    <w:rsid w:val="003D77F6"/>
    <w:rsid w:val="003D7A92"/>
    <w:rsid w:val="003E0307"/>
    <w:rsid w:val="003E0C6E"/>
    <w:rsid w:val="003E1868"/>
    <w:rsid w:val="003E19F0"/>
    <w:rsid w:val="003E2EEF"/>
    <w:rsid w:val="003F0FA1"/>
    <w:rsid w:val="003F1123"/>
    <w:rsid w:val="003F133E"/>
    <w:rsid w:val="003F2222"/>
    <w:rsid w:val="003F3C1F"/>
    <w:rsid w:val="003F46DB"/>
    <w:rsid w:val="00400E6F"/>
    <w:rsid w:val="00400EF8"/>
    <w:rsid w:val="00401BA4"/>
    <w:rsid w:val="00404CC3"/>
    <w:rsid w:val="0041429E"/>
    <w:rsid w:val="00414FFA"/>
    <w:rsid w:val="00416478"/>
    <w:rsid w:val="00421691"/>
    <w:rsid w:val="0042564A"/>
    <w:rsid w:val="00430003"/>
    <w:rsid w:val="00431B25"/>
    <w:rsid w:val="00432052"/>
    <w:rsid w:val="004334F6"/>
    <w:rsid w:val="0043497E"/>
    <w:rsid w:val="00434BBB"/>
    <w:rsid w:val="004371DA"/>
    <w:rsid w:val="0043759C"/>
    <w:rsid w:val="00437DB9"/>
    <w:rsid w:val="00442EC6"/>
    <w:rsid w:val="00444AB7"/>
    <w:rsid w:val="00444E97"/>
    <w:rsid w:val="004524F1"/>
    <w:rsid w:val="00453276"/>
    <w:rsid w:val="00456808"/>
    <w:rsid w:val="00457EF9"/>
    <w:rsid w:val="004624DA"/>
    <w:rsid w:val="00462EFD"/>
    <w:rsid w:val="00470D34"/>
    <w:rsid w:val="00472329"/>
    <w:rsid w:val="00483AEE"/>
    <w:rsid w:val="004845E7"/>
    <w:rsid w:val="00484B18"/>
    <w:rsid w:val="004876D8"/>
    <w:rsid w:val="0049138F"/>
    <w:rsid w:val="00492BBC"/>
    <w:rsid w:val="004946C4"/>
    <w:rsid w:val="004A2E07"/>
    <w:rsid w:val="004A43AA"/>
    <w:rsid w:val="004A71B9"/>
    <w:rsid w:val="004A738F"/>
    <w:rsid w:val="004B2BB8"/>
    <w:rsid w:val="004B3F2C"/>
    <w:rsid w:val="004B5B80"/>
    <w:rsid w:val="004B654E"/>
    <w:rsid w:val="004C2A1B"/>
    <w:rsid w:val="004C75FB"/>
    <w:rsid w:val="004C7E73"/>
    <w:rsid w:val="004D1872"/>
    <w:rsid w:val="004D1CA8"/>
    <w:rsid w:val="004D303C"/>
    <w:rsid w:val="004D3440"/>
    <w:rsid w:val="004D34AC"/>
    <w:rsid w:val="004D3F9A"/>
    <w:rsid w:val="004D5769"/>
    <w:rsid w:val="004D701D"/>
    <w:rsid w:val="004E3B64"/>
    <w:rsid w:val="004E3FAC"/>
    <w:rsid w:val="004E459B"/>
    <w:rsid w:val="004E47E2"/>
    <w:rsid w:val="004E4849"/>
    <w:rsid w:val="004E6BF0"/>
    <w:rsid w:val="004E7915"/>
    <w:rsid w:val="004E7A64"/>
    <w:rsid w:val="004F1906"/>
    <w:rsid w:val="004F1FC3"/>
    <w:rsid w:val="004F4814"/>
    <w:rsid w:val="004F53AF"/>
    <w:rsid w:val="004F5CD9"/>
    <w:rsid w:val="004F63D5"/>
    <w:rsid w:val="004F7890"/>
    <w:rsid w:val="004F7D70"/>
    <w:rsid w:val="00500389"/>
    <w:rsid w:val="005040BF"/>
    <w:rsid w:val="00504ED3"/>
    <w:rsid w:val="005079AA"/>
    <w:rsid w:val="00510A8E"/>
    <w:rsid w:val="00511B9E"/>
    <w:rsid w:val="00513D9C"/>
    <w:rsid w:val="00516A2D"/>
    <w:rsid w:val="00520B0C"/>
    <w:rsid w:val="00521DA7"/>
    <w:rsid w:val="00521EC1"/>
    <w:rsid w:val="00525FCB"/>
    <w:rsid w:val="0052675B"/>
    <w:rsid w:val="00536939"/>
    <w:rsid w:val="00536BAF"/>
    <w:rsid w:val="0054111E"/>
    <w:rsid w:val="005523D2"/>
    <w:rsid w:val="0055268D"/>
    <w:rsid w:val="00553273"/>
    <w:rsid w:val="00553BF9"/>
    <w:rsid w:val="00555E20"/>
    <w:rsid w:val="0055622F"/>
    <w:rsid w:val="00560C26"/>
    <w:rsid w:val="00563278"/>
    <w:rsid w:val="0056413D"/>
    <w:rsid w:val="005644E1"/>
    <w:rsid w:val="005653B3"/>
    <w:rsid w:val="00566188"/>
    <w:rsid w:val="00566247"/>
    <w:rsid w:val="00567CDD"/>
    <w:rsid w:val="00573E47"/>
    <w:rsid w:val="0057426D"/>
    <w:rsid w:val="00575060"/>
    <w:rsid w:val="00580148"/>
    <w:rsid w:val="00581113"/>
    <w:rsid w:val="00581F8A"/>
    <w:rsid w:val="005838D2"/>
    <w:rsid w:val="00584D2A"/>
    <w:rsid w:val="0058534B"/>
    <w:rsid w:val="00585597"/>
    <w:rsid w:val="005864DA"/>
    <w:rsid w:val="00586BFD"/>
    <w:rsid w:val="00587713"/>
    <w:rsid w:val="005A0735"/>
    <w:rsid w:val="005A1900"/>
    <w:rsid w:val="005A2B27"/>
    <w:rsid w:val="005A3A1B"/>
    <w:rsid w:val="005A4997"/>
    <w:rsid w:val="005A632D"/>
    <w:rsid w:val="005A6BB9"/>
    <w:rsid w:val="005B014B"/>
    <w:rsid w:val="005B319C"/>
    <w:rsid w:val="005B4320"/>
    <w:rsid w:val="005B57E2"/>
    <w:rsid w:val="005C03A5"/>
    <w:rsid w:val="005C2A76"/>
    <w:rsid w:val="005C2F35"/>
    <w:rsid w:val="005C4B36"/>
    <w:rsid w:val="005C4F98"/>
    <w:rsid w:val="005C53A3"/>
    <w:rsid w:val="005C778B"/>
    <w:rsid w:val="005D089A"/>
    <w:rsid w:val="005D14D0"/>
    <w:rsid w:val="005D32F1"/>
    <w:rsid w:val="005D5E87"/>
    <w:rsid w:val="005D6D41"/>
    <w:rsid w:val="005D7848"/>
    <w:rsid w:val="005E1748"/>
    <w:rsid w:val="005E1DF0"/>
    <w:rsid w:val="005E1E23"/>
    <w:rsid w:val="005E5929"/>
    <w:rsid w:val="005F4843"/>
    <w:rsid w:val="005F4EEE"/>
    <w:rsid w:val="005F7915"/>
    <w:rsid w:val="005F7A65"/>
    <w:rsid w:val="0060190A"/>
    <w:rsid w:val="0060266B"/>
    <w:rsid w:val="00603744"/>
    <w:rsid w:val="00604814"/>
    <w:rsid w:val="00604844"/>
    <w:rsid w:val="00605415"/>
    <w:rsid w:val="00606457"/>
    <w:rsid w:val="0060689E"/>
    <w:rsid w:val="006071DE"/>
    <w:rsid w:val="00611565"/>
    <w:rsid w:val="00615758"/>
    <w:rsid w:val="00615D7B"/>
    <w:rsid w:val="00616B28"/>
    <w:rsid w:val="00621546"/>
    <w:rsid w:val="00622DC5"/>
    <w:rsid w:val="0062383D"/>
    <w:rsid w:val="00627ABB"/>
    <w:rsid w:val="00630CB1"/>
    <w:rsid w:val="00632503"/>
    <w:rsid w:val="00634E61"/>
    <w:rsid w:val="00635E63"/>
    <w:rsid w:val="00635F0A"/>
    <w:rsid w:val="006412F9"/>
    <w:rsid w:val="00642620"/>
    <w:rsid w:val="00644082"/>
    <w:rsid w:val="00647312"/>
    <w:rsid w:val="00652138"/>
    <w:rsid w:val="006521B6"/>
    <w:rsid w:val="0065570C"/>
    <w:rsid w:val="00656CA6"/>
    <w:rsid w:val="00657126"/>
    <w:rsid w:val="0065792F"/>
    <w:rsid w:val="00657AAE"/>
    <w:rsid w:val="00660518"/>
    <w:rsid w:val="00662754"/>
    <w:rsid w:val="006628D2"/>
    <w:rsid w:val="00663123"/>
    <w:rsid w:val="00664066"/>
    <w:rsid w:val="006664F7"/>
    <w:rsid w:val="00667C2F"/>
    <w:rsid w:val="00672299"/>
    <w:rsid w:val="00672EEB"/>
    <w:rsid w:val="00672F23"/>
    <w:rsid w:val="00675BE7"/>
    <w:rsid w:val="006760FF"/>
    <w:rsid w:val="00676A0C"/>
    <w:rsid w:val="006852ED"/>
    <w:rsid w:val="00686254"/>
    <w:rsid w:val="00692A84"/>
    <w:rsid w:val="00693C25"/>
    <w:rsid w:val="0069410C"/>
    <w:rsid w:val="00694F28"/>
    <w:rsid w:val="0069561C"/>
    <w:rsid w:val="0069757F"/>
    <w:rsid w:val="00697631"/>
    <w:rsid w:val="006976AD"/>
    <w:rsid w:val="00697DA1"/>
    <w:rsid w:val="006A04F3"/>
    <w:rsid w:val="006A0803"/>
    <w:rsid w:val="006A0D30"/>
    <w:rsid w:val="006A2BB9"/>
    <w:rsid w:val="006A5E19"/>
    <w:rsid w:val="006A6B10"/>
    <w:rsid w:val="006B060A"/>
    <w:rsid w:val="006B0966"/>
    <w:rsid w:val="006B0F8E"/>
    <w:rsid w:val="006B18EA"/>
    <w:rsid w:val="006B1ADD"/>
    <w:rsid w:val="006B1BB8"/>
    <w:rsid w:val="006B27FF"/>
    <w:rsid w:val="006B4507"/>
    <w:rsid w:val="006B4DA7"/>
    <w:rsid w:val="006C1B75"/>
    <w:rsid w:val="006C4A2A"/>
    <w:rsid w:val="006C5CF9"/>
    <w:rsid w:val="006C6131"/>
    <w:rsid w:val="006D0A51"/>
    <w:rsid w:val="006D0F76"/>
    <w:rsid w:val="006D1838"/>
    <w:rsid w:val="006D24CE"/>
    <w:rsid w:val="006D51AD"/>
    <w:rsid w:val="006D5B53"/>
    <w:rsid w:val="006E0116"/>
    <w:rsid w:val="006F065C"/>
    <w:rsid w:val="006F1E73"/>
    <w:rsid w:val="006F1F1F"/>
    <w:rsid w:val="006F398C"/>
    <w:rsid w:val="006F4C3D"/>
    <w:rsid w:val="006F6C47"/>
    <w:rsid w:val="006F7EF1"/>
    <w:rsid w:val="007009AD"/>
    <w:rsid w:val="00700C46"/>
    <w:rsid w:val="00704234"/>
    <w:rsid w:val="007113D5"/>
    <w:rsid w:val="0071671C"/>
    <w:rsid w:val="00720F1A"/>
    <w:rsid w:val="00721374"/>
    <w:rsid w:val="00721F19"/>
    <w:rsid w:val="00723356"/>
    <w:rsid w:val="0072372D"/>
    <w:rsid w:val="0072571B"/>
    <w:rsid w:val="00725964"/>
    <w:rsid w:val="00725E71"/>
    <w:rsid w:val="007317B1"/>
    <w:rsid w:val="00734899"/>
    <w:rsid w:val="0073524E"/>
    <w:rsid w:val="007373DE"/>
    <w:rsid w:val="00741177"/>
    <w:rsid w:val="0074642B"/>
    <w:rsid w:val="0074648F"/>
    <w:rsid w:val="007506A0"/>
    <w:rsid w:val="00752801"/>
    <w:rsid w:val="0075521E"/>
    <w:rsid w:val="007579CB"/>
    <w:rsid w:val="00757BD0"/>
    <w:rsid w:val="00761BEF"/>
    <w:rsid w:val="007626AE"/>
    <w:rsid w:val="007644B3"/>
    <w:rsid w:val="00764BC3"/>
    <w:rsid w:val="007669AD"/>
    <w:rsid w:val="00766A84"/>
    <w:rsid w:val="00770F83"/>
    <w:rsid w:val="00771868"/>
    <w:rsid w:val="00772476"/>
    <w:rsid w:val="00772DBF"/>
    <w:rsid w:val="007743EE"/>
    <w:rsid w:val="00776422"/>
    <w:rsid w:val="00776D89"/>
    <w:rsid w:val="00783837"/>
    <w:rsid w:val="00784CB4"/>
    <w:rsid w:val="00785428"/>
    <w:rsid w:val="00785B42"/>
    <w:rsid w:val="00793ECC"/>
    <w:rsid w:val="007951B7"/>
    <w:rsid w:val="007A20CF"/>
    <w:rsid w:val="007A2BAB"/>
    <w:rsid w:val="007A3B2F"/>
    <w:rsid w:val="007A431D"/>
    <w:rsid w:val="007B283C"/>
    <w:rsid w:val="007C1039"/>
    <w:rsid w:val="007C1E8B"/>
    <w:rsid w:val="007C246B"/>
    <w:rsid w:val="007D2E2D"/>
    <w:rsid w:val="007D3143"/>
    <w:rsid w:val="007D5EBE"/>
    <w:rsid w:val="007D7BE5"/>
    <w:rsid w:val="007D7DFB"/>
    <w:rsid w:val="007E2F17"/>
    <w:rsid w:val="007E5434"/>
    <w:rsid w:val="007E55EF"/>
    <w:rsid w:val="007E5B3B"/>
    <w:rsid w:val="007F07F6"/>
    <w:rsid w:val="007F0917"/>
    <w:rsid w:val="007F1BEC"/>
    <w:rsid w:val="007F4134"/>
    <w:rsid w:val="00803A5A"/>
    <w:rsid w:val="00803BBB"/>
    <w:rsid w:val="00805D7D"/>
    <w:rsid w:val="008131DC"/>
    <w:rsid w:val="00813BA6"/>
    <w:rsid w:val="00813F0D"/>
    <w:rsid w:val="00814B0E"/>
    <w:rsid w:val="00817E2C"/>
    <w:rsid w:val="0082162F"/>
    <w:rsid w:val="00826651"/>
    <w:rsid w:val="00827E20"/>
    <w:rsid w:val="00832F7D"/>
    <w:rsid w:val="00833622"/>
    <w:rsid w:val="00833BA4"/>
    <w:rsid w:val="00836E34"/>
    <w:rsid w:val="00837CAE"/>
    <w:rsid w:val="00840C47"/>
    <w:rsid w:val="00841BF1"/>
    <w:rsid w:val="00843EBA"/>
    <w:rsid w:val="0084530B"/>
    <w:rsid w:val="0084538A"/>
    <w:rsid w:val="008458FC"/>
    <w:rsid w:val="00845912"/>
    <w:rsid w:val="00845BA8"/>
    <w:rsid w:val="00847CEB"/>
    <w:rsid w:val="00851B01"/>
    <w:rsid w:val="008524D2"/>
    <w:rsid w:val="00852D7E"/>
    <w:rsid w:val="00853BC7"/>
    <w:rsid w:val="008544E0"/>
    <w:rsid w:val="00857F33"/>
    <w:rsid w:val="00860277"/>
    <w:rsid w:val="00860A30"/>
    <w:rsid w:val="00861DA0"/>
    <w:rsid w:val="00862117"/>
    <w:rsid w:val="00862A59"/>
    <w:rsid w:val="00863276"/>
    <w:rsid w:val="008655BB"/>
    <w:rsid w:val="008664A0"/>
    <w:rsid w:val="008664B5"/>
    <w:rsid w:val="00867F30"/>
    <w:rsid w:val="008770DE"/>
    <w:rsid w:val="00877AE0"/>
    <w:rsid w:val="008806F6"/>
    <w:rsid w:val="00882692"/>
    <w:rsid w:val="008828E7"/>
    <w:rsid w:val="00886F6C"/>
    <w:rsid w:val="008875ED"/>
    <w:rsid w:val="00893496"/>
    <w:rsid w:val="00893E16"/>
    <w:rsid w:val="008969C1"/>
    <w:rsid w:val="008A0812"/>
    <w:rsid w:val="008A3A4E"/>
    <w:rsid w:val="008A52B1"/>
    <w:rsid w:val="008A5E56"/>
    <w:rsid w:val="008B2586"/>
    <w:rsid w:val="008B4017"/>
    <w:rsid w:val="008B4336"/>
    <w:rsid w:val="008C395F"/>
    <w:rsid w:val="008C3BC0"/>
    <w:rsid w:val="008C3EE0"/>
    <w:rsid w:val="008D325D"/>
    <w:rsid w:val="008D3B24"/>
    <w:rsid w:val="008D6262"/>
    <w:rsid w:val="008D686B"/>
    <w:rsid w:val="008D6B1B"/>
    <w:rsid w:val="008E37F6"/>
    <w:rsid w:val="008F2793"/>
    <w:rsid w:val="008F4CBD"/>
    <w:rsid w:val="008F6D0F"/>
    <w:rsid w:val="008F732B"/>
    <w:rsid w:val="0090104E"/>
    <w:rsid w:val="00901527"/>
    <w:rsid w:val="009021D4"/>
    <w:rsid w:val="0090230A"/>
    <w:rsid w:val="00906014"/>
    <w:rsid w:val="009071BD"/>
    <w:rsid w:val="00907DD6"/>
    <w:rsid w:val="0091414D"/>
    <w:rsid w:val="00915510"/>
    <w:rsid w:val="00916817"/>
    <w:rsid w:val="009176D5"/>
    <w:rsid w:val="00917EF7"/>
    <w:rsid w:val="00920930"/>
    <w:rsid w:val="0092222C"/>
    <w:rsid w:val="009238E7"/>
    <w:rsid w:val="00931629"/>
    <w:rsid w:val="009424D0"/>
    <w:rsid w:val="0094312D"/>
    <w:rsid w:val="00944FDC"/>
    <w:rsid w:val="009472B3"/>
    <w:rsid w:val="00953C8D"/>
    <w:rsid w:val="00955869"/>
    <w:rsid w:val="00962D01"/>
    <w:rsid w:val="00962F13"/>
    <w:rsid w:val="00966755"/>
    <w:rsid w:val="0096681C"/>
    <w:rsid w:val="00970EA2"/>
    <w:rsid w:val="009721A9"/>
    <w:rsid w:val="00972768"/>
    <w:rsid w:val="00974813"/>
    <w:rsid w:val="00974DCF"/>
    <w:rsid w:val="00976122"/>
    <w:rsid w:val="00976470"/>
    <w:rsid w:val="00976E50"/>
    <w:rsid w:val="0097705F"/>
    <w:rsid w:val="00977BFF"/>
    <w:rsid w:val="00982138"/>
    <w:rsid w:val="00983E37"/>
    <w:rsid w:val="00983FA4"/>
    <w:rsid w:val="00985EBF"/>
    <w:rsid w:val="00994427"/>
    <w:rsid w:val="00995A5C"/>
    <w:rsid w:val="00996C17"/>
    <w:rsid w:val="009A1352"/>
    <w:rsid w:val="009A18A7"/>
    <w:rsid w:val="009A463B"/>
    <w:rsid w:val="009A53A9"/>
    <w:rsid w:val="009A57C5"/>
    <w:rsid w:val="009A6B5D"/>
    <w:rsid w:val="009B0133"/>
    <w:rsid w:val="009B0BD3"/>
    <w:rsid w:val="009B0F2D"/>
    <w:rsid w:val="009B1624"/>
    <w:rsid w:val="009B1AD9"/>
    <w:rsid w:val="009B3FFB"/>
    <w:rsid w:val="009B5924"/>
    <w:rsid w:val="009C033F"/>
    <w:rsid w:val="009C4659"/>
    <w:rsid w:val="009C6F90"/>
    <w:rsid w:val="009C76D9"/>
    <w:rsid w:val="009C7715"/>
    <w:rsid w:val="009D55B1"/>
    <w:rsid w:val="009D628C"/>
    <w:rsid w:val="009D7A2C"/>
    <w:rsid w:val="009E070F"/>
    <w:rsid w:val="009E1019"/>
    <w:rsid w:val="009E2524"/>
    <w:rsid w:val="009E3A30"/>
    <w:rsid w:val="009E4657"/>
    <w:rsid w:val="009E6E25"/>
    <w:rsid w:val="009F2BBA"/>
    <w:rsid w:val="009F2E4F"/>
    <w:rsid w:val="009F4CE4"/>
    <w:rsid w:val="009F7112"/>
    <w:rsid w:val="009F7C99"/>
    <w:rsid w:val="00A0107F"/>
    <w:rsid w:val="00A0359D"/>
    <w:rsid w:val="00A062CD"/>
    <w:rsid w:val="00A150A6"/>
    <w:rsid w:val="00A16D11"/>
    <w:rsid w:val="00A171B7"/>
    <w:rsid w:val="00A17DAE"/>
    <w:rsid w:val="00A21E86"/>
    <w:rsid w:val="00A256B4"/>
    <w:rsid w:val="00A25D0A"/>
    <w:rsid w:val="00A265D8"/>
    <w:rsid w:val="00A269DA"/>
    <w:rsid w:val="00A2757B"/>
    <w:rsid w:val="00A32B2D"/>
    <w:rsid w:val="00A33F56"/>
    <w:rsid w:val="00A3485F"/>
    <w:rsid w:val="00A35AAA"/>
    <w:rsid w:val="00A37031"/>
    <w:rsid w:val="00A40F5A"/>
    <w:rsid w:val="00A4129E"/>
    <w:rsid w:val="00A45983"/>
    <w:rsid w:val="00A50F1B"/>
    <w:rsid w:val="00A515C6"/>
    <w:rsid w:val="00A531F6"/>
    <w:rsid w:val="00A532E7"/>
    <w:rsid w:val="00A55733"/>
    <w:rsid w:val="00A55788"/>
    <w:rsid w:val="00A55C74"/>
    <w:rsid w:val="00A56164"/>
    <w:rsid w:val="00A6245C"/>
    <w:rsid w:val="00A62EA7"/>
    <w:rsid w:val="00A63311"/>
    <w:rsid w:val="00A63520"/>
    <w:rsid w:val="00A704C1"/>
    <w:rsid w:val="00A71A3A"/>
    <w:rsid w:val="00A72E87"/>
    <w:rsid w:val="00A737E4"/>
    <w:rsid w:val="00A746D4"/>
    <w:rsid w:val="00A75249"/>
    <w:rsid w:val="00A760B2"/>
    <w:rsid w:val="00A7712C"/>
    <w:rsid w:val="00A77645"/>
    <w:rsid w:val="00A804D3"/>
    <w:rsid w:val="00A80DF0"/>
    <w:rsid w:val="00A82C24"/>
    <w:rsid w:val="00A82D7F"/>
    <w:rsid w:val="00A831E5"/>
    <w:rsid w:val="00A85A88"/>
    <w:rsid w:val="00A865D3"/>
    <w:rsid w:val="00A866C7"/>
    <w:rsid w:val="00A90BE8"/>
    <w:rsid w:val="00A927B7"/>
    <w:rsid w:val="00A953F7"/>
    <w:rsid w:val="00A956DF"/>
    <w:rsid w:val="00A9758D"/>
    <w:rsid w:val="00AA15FB"/>
    <w:rsid w:val="00AA2681"/>
    <w:rsid w:val="00AA2867"/>
    <w:rsid w:val="00AA65FB"/>
    <w:rsid w:val="00AB1708"/>
    <w:rsid w:val="00AB3989"/>
    <w:rsid w:val="00AB43E7"/>
    <w:rsid w:val="00AB54E3"/>
    <w:rsid w:val="00AB646B"/>
    <w:rsid w:val="00AB7D9B"/>
    <w:rsid w:val="00AC01D6"/>
    <w:rsid w:val="00AC099A"/>
    <w:rsid w:val="00AC23EF"/>
    <w:rsid w:val="00AC3222"/>
    <w:rsid w:val="00AC42E8"/>
    <w:rsid w:val="00AC6C3B"/>
    <w:rsid w:val="00AD06D0"/>
    <w:rsid w:val="00AD248B"/>
    <w:rsid w:val="00AD2D85"/>
    <w:rsid w:val="00AD42D5"/>
    <w:rsid w:val="00AD6A8B"/>
    <w:rsid w:val="00AE0B82"/>
    <w:rsid w:val="00AE3AA9"/>
    <w:rsid w:val="00AE7A76"/>
    <w:rsid w:val="00AE7DA4"/>
    <w:rsid w:val="00AF0828"/>
    <w:rsid w:val="00AF2C64"/>
    <w:rsid w:val="00AF2FE6"/>
    <w:rsid w:val="00AF3210"/>
    <w:rsid w:val="00AF4BA0"/>
    <w:rsid w:val="00AF4BF0"/>
    <w:rsid w:val="00AF57DD"/>
    <w:rsid w:val="00AF6D36"/>
    <w:rsid w:val="00B020E4"/>
    <w:rsid w:val="00B03ABB"/>
    <w:rsid w:val="00B04D50"/>
    <w:rsid w:val="00B05876"/>
    <w:rsid w:val="00B062D5"/>
    <w:rsid w:val="00B0667D"/>
    <w:rsid w:val="00B1285E"/>
    <w:rsid w:val="00B138D7"/>
    <w:rsid w:val="00B149C9"/>
    <w:rsid w:val="00B17A39"/>
    <w:rsid w:val="00B20CC6"/>
    <w:rsid w:val="00B21873"/>
    <w:rsid w:val="00B23C91"/>
    <w:rsid w:val="00B24733"/>
    <w:rsid w:val="00B24FB3"/>
    <w:rsid w:val="00B25056"/>
    <w:rsid w:val="00B25B1D"/>
    <w:rsid w:val="00B26BD0"/>
    <w:rsid w:val="00B33ED7"/>
    <w:rsid w:val="00B340B0"/>
    <w:rsid w:val="00B34BF3"/>
    <w:rsid w:val="00B34C5C"/>
    <w:rsid w:val="00B34D56"/>
    <w:rsid w:val="00B406C2"/>
    <w:rsid w:val="00B40CFB"/>
    <w:rsid w:val="00B41467"/>
    <w:rsid w:val="00B42FFF"/>
    <w:rsid w:val="00B45E98"/>
    <w:rsid w:val="00B46EE3"/>
    <w:rsid w:val="00B472B3"/>
    <w:rsid w:val="00B4758A"/>
    <w:rsid w:val="00B50694"/>
    <w:rsid w:val="00B50810"/>
    <w:rsid w:val="00B50B5A"/>
    <w:rsid w:val="00B513F2"/>
    <w:rsid w:val="00B517B0"/>
    <w:rsid w:val="00B51C36"/>
    <w:rsid w:val="00B52830"/>
    <w:rsid w:val="00B52FBD"/>
    <w:rsid w:val="00B54D58"/>
    <w:rsid w:val="00B54F3F"/>
    <w:rsid w:val="00B56A3C"/>
    <w:rsid w:val="00B60326"/>
    <w:rsid w:val="00B60C71"/>
    <w:rsid w:val="00B6266A"/>
    <w:rsid w:val="00B634C2"/>
    <w:rsid w:val="00B64101"/>
    <w:rsid w:val="00B64FCB"/>
    <w:rsid w:val="00B663C9"/>
    <w:rsid w:val="00B66748"/>
    <w:rsid w:val="00B66836"/>
    <w:rsid w:val="00B668DF"/>
    <w:rsid w:val="00B67A47"/>
    <w:rsid w:val="00B714A5"/>
    <w:rsid w:val="00B714BD"/>
    <w:rsid w:val="00B72DF2"/>
    <w:rsid w:val="00B73547"/>
    <w:rsid w:val="00B743F1"/>
    <w:rsid w:val="00B743FB"/>
    <w:rsid w:val="00B758AF"/>
    <w:rsid w:val="00B75B4D"/>
    <w:rsid w:val="00B77BA5"/>
    <w:rsid w:val="00B800BC"/>
    <w:rsid w:val="00B80A18"/>
    <w:rsid w:val="00B80F1F"/>
    <w:rsid w:val="00B81AC3"/>
    <w:rsid w:val="00B81B46"/>
    <w:rsid w:val="00B849B0"/>
    <w:rsid w:val="00B84BAB"/>
    <w:rsid w:val="00B8570A"/>
    <w:rsid w:val="00B87C27"/>
    <w:rsid w:val="00B92AC2"/>
    <w:rsid w:val="00B94D8F"/>
    <w:rsid w:val="00B9699C"/>
    <w:rsid w:val="00B97808"/>
    <w:rsid w:val="00BA0C77"/>
    <w:rsid w:val="00BA1EC7"/>
    <w:rsid w:val="00BA2A7B"/>
    <w:rsid w:val="00BA62D3"/>
    <w:rsid w:val="00BB2581"/>
    <w:rsid w:val="00BB5529"/>
    <w:rsid w:val="00BB5B00"/>
    <w:rsid w:val="00BC11E0"/>
    <w:rsid w:val="00BC6774"/>
    <w:rsid w:val="00BD125F"/>
    <w:rsid w:val="00BD334E"/>
    <w:rsid w:val="00BD35EF"/>
    <w:rsid w:val="00BD40DD"/>
    <w:rsid w:val="00BD64AC"/>
    <w:rsid w:val="00BD69D2"/>
    <w:rsid w:val="00BD6C6B"/>
    <w:rsid w:val="00BD70F0"/>
    <w:rsid w:val="00BE2812"/>
    <w:rsid w:val="00BE506A"/>
    <w:rsid w:val="00BE5C91"/>
    <w:rsid w:val="00BE6567"/>
    <w:rsid w:val="00BE7265"/>
    <w:rsid w:val="00BF0B4B"/>
    <w:rsid w:val="00BF104B"/>
    <w:rsid w:val="00BF1E0B"/>
    <w:rsid w:val="00BF3198"/>
    <w:rsid w:val="00BF5231"/>
    <w:rsid w:val="00BF6A31"/>
    <w:rsid w:val="00C037E8"/>
    <w:rsid w:val="00C0428D"/>
    <w:rsid w:val="00C11059"/>
    <w:rsid w:val="00C11F5E"/>
    <w:rsid w:val="00C16519"/>
    <w:rsid w:val="00C16612"/>
    <w:rsid w:val="00C16A88"/>
    <w:rsid w:val="00C17546"/>
    <w:rsid w:val="00C23E2F"/>
    <w:rsid w:val="00C27732"/>
    <w:rsid w:val="00C27979"/>
    <w:rsid w:val="00C27BF2"/>
    <w:rsid w:val="00C307FA"/>
    <w:rsid w:val="00C34C1D"/>
    <w:rsid w:val="00C3556B"/>
    <w:rsid w:val="00C41418"/>
    <w:rsid w:val="00C4408A"/>
    <w:rsid w:val="00C46EA9"/>
    <w:rsid w:val="00C5170A"/>
    <w:rsid w:val="00C51724"/>
    <w:rsid w:val="00C52B71"/>
    <w:rsid w:val="00C53F28"/>
    <w:rsid w:val="00C5454C"/>
    <w:rsid w:val="00C55D0D"/>
    <w:rsid w:val="00C55EED"/>
    <w:rsid w:val="00C57987"/>
    <w:rsid w:val="00C57ECA"/>
    <w:rsid w:val="00C60E6F"/>
    <w:rsid w:val="00C62BF1"/>
    <w:rsid w:val="00C63F9C"/>
    <w:rsid w:val="00C668FD"/>
    <w:rsid w:val="00C703EA"/>
    <w:rsid w:val="00C749E2"/>
    <w:rsid w:val="00C8048D"/>
    <w:rsid w:val="00C8117F"/>
    <w:rsid w:val="00C83428"/>
    <w:rsid w:val="00C844E1"/>
    <w:rsid w:val="00C848B4"/>
    <w:rsid w:val="00C91060"/>
    <w:rsid w:val="00C928E8"/>
    <w:rsid w:val="00C92985"/>
    <w:rsid w:val="00C93A62"/>
    <w:rsid w:val="00C94D0C"/>
    <w:rsid w:val="00C954E0"/>
    <w:rsid w:val="00C95913"/>
    <w:rsid w:val="00CA1A33"/>
    <w:rsid w:val="00CA1B0E"/>
    <w:rsid w:val="00CB0E27"/>
    <w:rsid w:val="00CB13E1"/>
    <w:rsid w:val="00CB142A"/>
    <w:rsid w:val="00CB1E6C"/>
    <w:rsid w:val="00CB2457"/>
    <w:rsid w:val="00CB3D61"/>
    <w:rsid w:val="00CB4513"/>
    <w:rsid w:val="00CC31CF"/>
    <w:rsid w:val="00CC3220"/>
    <w:rsid w:val="00CC5269"/>
    <w:rsid w:val="00CC570A"/>
    <w:rsid w:val="00CC5E70"/>
    <w:rsid w:val="00CC7811"/>
    <w:rsid w:val="00CD18A0"/>
    <w:rsid w:val="00CD5533"/>
    <w:rsid w:val="00CD644E"/>
    <w:rsid w:val="00CD674B"/>
    <w:rsid w:val="00CE0691"/>
    <w:rsid w:val="00CE1DD1"/>
    <w:rsid w:val="00CE24B2"/>
    <w:rsid w:val="00CE34D7"/>
    <w:rsid w:val="00CE4010"/>
    <w:rsid w:val="00CE40CB"/>
    <w:rsid w:val="00CE42E5"/>
    <w:rsid w:val="00CE4E62"/>
    <w:rsid w:val="00CE502A"/>
    <w:rsid w:val="00CE5E2F"/>
    <w:rsid w:val="00CE684B"/>
    <w:rsid w:val="00CE7C2A"/>
    <w:rsid w:val="00CF2C50"/>
    <w:rsid w:val="00CF6ACF"/>
    <w:rsid w:val="00CF7981"/>
    <w:rsid w:val="00D001EB"/>
    <w:rsid w:val="00D01501"/>
    <w:rsid w:val="00D043A2"/>
    <w:rsid w:val="00D04F61"/>
    <w:rsid w:val="00D07790"/>
    <w:rsid w:val="00D07FF7"/>
    <w:rsid w:val="00D12209"/>
    <w:rsid w:val="00D13D48"/>
    <w:rsid w:val="00D15C9F"/>
    <w:rsid w:val="00D15E45"/>
    <w:rsid w:val="00D16A1A"/>
    <w:rsid w:val="00D16AAC"/>
    <w:rsid w:val="00D16D9C"/>
    <w:rsid w:val="00D16FFD"/>
    <w:rsid w:val="00D212AB"/>
    <w:rsid w:val="00D21430"/>
    <w:rsid w:val="00D272BA"/>
    <w:rsid w:val="00D31DE1"/>
    <w:rsid w:val="00D31E70"/>
    <w:rsid w:val="00D322E4"/>
    <w:rsid w:val="00D3375C"/>
    <w:rsid w:val="00D341C2"/>
    <w:rsid w:val="00D34EFA"/>
    <w:rsid w:val="00D3637D"/>
    <w:rsid w:val="00D425E3"/>
    <w:rsid w:val="00D43F54"/>
    <w:rsid w:val="00D4494B"/>
    <w:rsid w:val="00D50836"/>
    <w:rsid w:val="00D51090"/>
    <w:rsid w:val="00D512B5"/>
    <w:rsid w:val="00D5287D"/>
    <w:rsid w:val="00D65AE9"/>
    <w:rsid w:val="00D65F38"/>
    <w:rsid w:val="00D66BA3"/>
    <w:rsid w:val="00D7171C"/>
    <w:rsid w:val="00D802EF"/>
    <w:rsid w:val="00D8109C"/>
    <w:rsid w:val="00D810E1"/>
    <w:rsid w:val="00D81529"/>
    <w:rsid w:val="00D82C00"/>
    <w:rsid w:val="00D83920"/>
    <w:rsid w:val="00D85732"/>
    <w:rsid w:val="00D862A6"/>
    <w:rsid w:val="00D87F12"/>
    <w:rsid w:val="00D90DD3"/>
    <w:rsid w:val="00D920FF"/>
    <w:rsid w:val="00D9233E"/>
    <w:rsid w:val="00D97837"/>
    <w:rsid w:val="00DA09DB"/>
    <w:rsid w:val="00DA4087"/>
    <w:rsid w:val="00DA57B2"/>
    <w:rsid w:val="00DA62E1"/>
    <w:rsid w:val="00DB11AA"/>
    <w:rsid w:val="00DB128E"/>
    <w:rsid w:val="00DB7ADD"/>
    <w:rsid w:val="00DC1D0E"/>
    <w:rsid w:val="00DC37F5"/>
    <w:rsid w:val="00DC3F56"/>
    <w:rsid w:val="00DC4919"/>
    <w:rsid w:val="00DC78FA"/>
    <w:rsid w:val="00DD0741"/>
    <w:rsid w:val="00DD09CB"/>
    <w:rsid w:val="00DD1D91"/>
    <w:rsid w:val="00DD1DAD"/>
    <w:rsid w:val="00DD2B8A"/>
    <w:rsid w:val="00DD3C3A"/>
    <w:rsid w:val="00DE0B8E"/>
    <w:rsid w:val="00DE0BCE"/>
    <w:rsid w:val="00DE1839"/>
    <w:rsid w:val="00DE2E38"/>
    <w:rsid w:val="00DE5F0D"/>
    <w:rsid w:val="00DE5F5E"/>
    <w:rsid w:val="00DE6F4B"/>
    <w:rsid w:val="00DE7F45"/>
    <w:rsid w:val="00DF4DF4"/>
    <w:rsid w:val="00DF5054"/>
    <w:rsid w:val="00DF6446"/>
    <w:rsid w:val="00DF6D07"/>
    <w:rsid w:val="00DF7FB0"/>
    <w:rsid w:val="00E003DF"/>
    <w:rsid w:val="00E01CA2"/>
    <w:rsid w:val="00E02620"/>
    <w:rsid w:val="00E04AD8"/>
    <w:rsid w:val="00E063C9"/>
    <w:rsid w:val="00E1261B"/>
    <w:rsid w:val="00E12809"/>
    <w:rsid w:val="00E14926"/>
    <w:rsid w:val="00E14E92"/>
    <w:rsid w:val="00E16D96"/>
    <w:rsid w:val="00E2081B"/>
    <w:rsid w:val="00E214EE"/>
    <w:rsid w:val="00E21D2D"/>
    <w:rsid w:val="00E2233B"/>
    <w:rsid w:val="00E2361F"/>
    <w:rsid w:val="00E24CCF"/>
    <w:rsid w:val="00E26462"/>
    <w:rsid w:val="00E26BD5"/>
    <w:rsid w:val="00E30039"/>
    <w:rsid w:val="00E30A9B"/>
    <w:rsid w:val="00E32BEF"/>
    <w:rsid w:val="00E34288"/>
    <w:rsid w:val="00E37417"/>
    <w:rsid w:val="00E4204D"/>
    <w:rsid w:val="00E444DC"/>
    <w:rsid w:val="00E51114"/>
    <w:rsid w:val="00E51D33"/>
    <w:rsid w:val="00E53F2C"/>
    <w:rsid w:val="00E541D1"/>
    <w:rsid w:val="00E558E5"/>
    <w:rsid w:val="00E568C6"/>
    <w:rsid w:val="00E663FA"/>
    <w:rsid w:val="00E72B11"/>
    <w:rsid w:val="00E73286"/>
    <w:rsid w:val="00E736E0"/>
    <w:rsid w:val="00E74BA6"/>
    <w:rsid w:val="00E75B68"/>
    <w:rsid w:val="00E761F1"/>
    <w:rsid w:val="00E76A5A"/>
    <w:rsid w:val="00E827D0"/>
    <w:rsid w:val="00E8685A"/>
    <w:rsid w:val="00E87880"/>
    <w:rsid w:val="00E93F47"/>
    <w:rsid w:val="00E943BA"/>
    <w:rsid w:val="00E96F60"/>
    <w:rsid w:val="00E97CC3"/>
    <w:rsid w:val="00EA0C72"/>
    <w:rsid w:val="00EA655C"/>
    <w:rsid w:val="00EB1C2B"/>
    <w:rsid w:val="00EB1FD7"/>
    <w:rsid w:val="00EB259E"/>
    <w:rsid w:val="00EC5166"/>
    <w:rsid w:val="00EC51BB"/>
    <w:rsid w:val="00EC59B7"/>
    <w:rsid w:val="00EC6872"/>
    <w:rsid w:val="00EC6D8C"/>
    <w:rsid w:val="00ED3662"/>
    <w:rsid w:val="00ED51D6"/>
    <w:rsid w:val="00ED6E30"/>
    <w:rsid w:val="00EE0B09"/>
    <w:rsid w:val="00EE1CC6"/>
    <w:rsid w:val="00EE6D67"/>
    <w:rsid w:val="00EF1B5E"/>
    <w:rsid w:val="00EF224F"/>
    <w:rsid w:val="00EF28D2"/>
    <w:rsid w:val="00EF396F"/>
    <w:rsid w:val="00EF4B40"/>
    <w:rsid w:val="00EF5B22"/>
    <w:rsid w:val="00EF5BF5"/>
    <w:rsid w:val="00EF6CEB"/>
    <w:rsid w:val="00EF7299"/>
    <w:rsid w:val="00EF774E"/>
    <w:rsid w:val="00EF785F"/>
    <w:rsid w:val="00F015F1"/>
    <w:rsid w:val="00F04BD7"/>
    <w:rsid w:val="00F04D82"/>
    <w:rsid w:val="00F06402"/>
    <w:rsid w:val="00F06BB5"/>
    <w:rsid w:val="00F0747C"/>
    <w:rsid w:val="00F07823"/>
    <w:rsid w:val="00F11EB4"/>
    <w:rsid w:val="00F14D8D"/>
    <w:rsid w:val="00F16074"/>
    <w:rsid w:val="00F169C4"/>
    <w:rsid w:val="00F2024F"/>
    <w:rsid w:val="00F20A11"/>
    <w:rsid w:val="00F21210"/>
    <w:rsid w:val="00F22114"/>
    <w:rsid w:val="00F269B3"/>
    <w:rsid w:val="00F26AFC"/>
    <w:rsid w:val="00F2736E"/>
    <w:rsid w:val="00F320F0"/>
    <w:rsid w:val="00F33012"/>
    <w:rsid w:val="00F33B1F"/>
    <w:rsid w:val="00F34F19"/>
    <w:rsid w:val="00F37926"/>
    <w:rsid w:val="00F4272D"/>
    <w:rsid w:val="00F4279B"/>
    <w:rsid w:val="00F43A28"/>
    <w:rsid w:val="00F468B3"/>
    <w:rsid w:val="00F501D2"/>
    <w:rsid w:val="00F505CA"/>
    <w:rsid w:val="00F50DD5"/>
    <w:rsid w:val="00F5156F"/>
    <w:rsid w:val="00F51775"/>
    <w:rsid w:val="00F52096"/>
    <w:rsid w:val="00F5270E"/>
    <w:rsid w:val="00F535F2"/>
    <w:rsid w:val="00F54EEC"/>
    <w:rsid w:val="00F54F6C"/>
    <w:rsid w:val="00F5509F"/>
    <w:rsid w:val="00F55B4D"/>
    <w:rsid w:val="00F56C93"/>
    <w:rsid w:val="00F61D7A"/>
    <w:rsid w:val="00F62090"/>
    <w:rsid w:val="00F67174"/>
    <w:rsid w:val="00F7213F"/>
    <w:rsid w:val="00F77262"/>
    <w:rsid w:val="00F77EDC"/>
    <w:rsid w:val="00F8024A"/>
    <w:rsid w:val="00F80C4E"/>
    <w:rsid w:val="00F83C7E"/>
    <w:rsid w:val="00F84493"/>
    <w:rsid w:val="00F85044"/>
    <w:rsid w:val="00F86498"/>
    <w:rsid w:val="00F87B35"/>
    <w:rsid w:val="00F904F4"/>
    <w:rsid w:val="00F94C31"/>
    <w:rsid w:val="00FA05B8"/>
    <w:rsid w:val="00FA21EB"/>
    <w:rsid w:val="00FA5060"/>
    <w:rsid w:val="00FB062C"/>
    <w:rsid w:val="00FB1F98"/>
    <w:rsid w:val="00FB39CF"/>
    <w:rsid w:val="00FB659A"/>
    <w:rsid w:val="00FB70B9"/>
    <w:rsid w:val="00FB7B50"/>
    <w:rsid w:val="00FC1332"/>
    <w:rsid w:val="00FC3FDF"/>
    <w:rsid w:val="00FC411C"/>
    <w:rsid w:val="00FC6B4D"/>
    <w:rsid w:val="00FC6ECD"/>
    <w:rsid w:val="00FD27EF"/>
    <w:rsid w:val="00FD3509"/>
    <w:rsid w:val="00FD3AD3"/>
    <w:rsid w:val="00FD4A38"/>
    <w:rsid w:val="00FD67A9"/>
    <w:rsid w:val="00FD70A1"/>
    <w:rsid w:val="00FD7893"/>
    <w:rsid w:val="00FE0987"/>
    <w:rsid w:val="00FE29E9"/>
    <w:rsid w:val="00FE3684"/>
    <w:rsid w:val="00FE3DA9"/>
    <w:rsid w:val="00FE3EFD"/>
    <w:rsid w:val="00FF2845"/>
    <w:rsid w:val="00FF2F47"/>
    <w:rsid w:val="00FF33E7"/>
    <w:rsid w:val="00FF3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741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D0741"/>
    <w:pPr>
      <w:keepNext/>
      <w:tabs>
        <w:tab w:val="left" w:pos="0"/>
      </w:tabs>
      <w:spacing w:line="360" w:lineRule="auto"/>
      <w:jc w:val="both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D0741"/>
    <w:pPr>
      <w:keepNext/>
      <w:tabs>
        <w:tab w:val="left" w:pos="0"/>
      </w:tabs>
      <w:spacing w:line="360" w:lineRule="auto"/>
      <w:ind w:firstLine="567"/>
      <w:jc w:val="both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D0741"/>
    <w:pPr>
      <w:keepNext/>
      <w:outlineLvl w:val="2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Cambria"/>
      <w:b/>
      <w:bCs/>
      <w:sz w:val="26"/>
      <w:szCs w:val="26"/>
    </w:rPr>
  </w:style>
  <w:style w:type="paragraph" w:styleId="Title">
    <w:name w:val="Title"/>
    <w:basedOn w:val="Normal"/>
    <w:link w:val="TitleChar"/>
    <w:uiPriority w:val="99"/>
    <w:qFormat/>
    <w:rsid w:val="00DD0741"/>
    <w:pPr>
      <w:tabs>
        <w:tab w:val="left" w:pos="1276"/>
      </w:tabs>
      <w:spacing w:line="360" w:lineRule="auto"/>
      <w:jc w:val="center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rsid w:val="00DD0741"/>
    <w:pPr>
      <w:tabs>
        <w:tab w:val="left" w:pos="1276"/>
      </w:tabs>
      <w:spacing w:line="360" w:lineRule="auto"/>
      <w:jc w:val="center"/>
    </w:pPr>
    <w:rPr>
      <w:b/>
      <w:bCs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Cambria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DD0741"/>
    <w:pPr>
      <w:tabs>
        <w:tab w:val="left" w:pos="0"/>
      </w:tabs>
      <w:ind w:firstLine="567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DD074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DD0741"/>
    <w:pPr>
      <w:ind w:left="4410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DE0B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</w:rPr>
  </w:style>
  <w:style w:type="paragraph" w:styleId="BodyText3">
    <w:name w:val="Body Text 3"/>
    <w:basedOn w:val="Normal"/>
    <w:link w:val="BodyText3Char"/>
    <w:uiPriority w:val="99"/>
    <w:rsid w:val="009A463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sz w:val="16"/>
      <w:szCs w:val="16"/>
    </w:rPr>
  </w:style>
  <w:style w:type="table" w:styleId="TableGrid">
    <w:name w:val="Table Grid"/>
    <w:basedOn w:val="TableNormal"/>
    <w:uiPriority w:val="99"/>
    <w:rsid w:val="009A463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16D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pple-converted-space">
    <w:name w:val="apple-converted-space"/>
    <w:basedOn w:val="DefaultParagraphFont"/>
    <w:uiPriority w:val="99"/>
    <w:rsid w:val="00374265"/>
  </w:style>
  <w:style w:type="character" w:styleId="Hyperlink">
    <w:name w:val="Hyperlink"/>
    <w:basedOn w:val="DefaultParagraphFont"/>
    <w:uiPriority w:val="99"/>
    <w:rsid w:val="00374265"/>
    <w:rPr>
      <w:color w:val="0000FF"/>
      <w:u w:val="single"/>
    </w:rPr>
  </w:style>
  <w:style w:type="paragraph" w:customStyle="1" w:styleId="ConsPlusCell">
    <w:name w:val="ConsPlusCell"/>
    <w:uiPriority w:val="99"/>
    <w:rsid w:val="0005058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Header">
    <w:name w:val="header"/>
    <w:basedOn w:val="Normal"/>
    <w:link w:val="HeaderChar"/>
    <w:uiPriority w:val="99"/>
    <w:rsid w:val="00C62BF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62BF1"/>
  </w:style>
  <w:style w:type="paragraph" w:styleId="Footer">
    <w:name w:val="footer"/>
    <w:basedOn w:val="Normal"/>
    <w:link w:val="FooterChar"/>
    <w:uiPriority w:val="99"/>
    <w:rsid w:val="00C62BF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62BF1"/>
  </w:style>
  <w:style w:type="character" w:styleId="LineNumber">
    <w:name w:val="line number"/>
    <w:basedOn w:val="DefaultParagraphFont"/>
    <w:uiPriority w:val="99"/>
    <w:semiHidden/>
    <w:rsid w:val="00D01501"/>
  </w:style>
  <w:style w:type="paragraph" w:styleId="PlainText">
    <w:name w:val="Plain Text"/>
    <w:basedOn w:val="Normal"/>
    <w:link w:val="PlainTextChar"/>
    <w:uiPriority w:val="99"/>
    <w:rsid w:val="00C94D0C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C94D0C"/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C94D0C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NoSpacing">
    <w:name w:val="No Spacing"/>
    <w:uiPriority w:val="99"/>
    <w:qFormat/>
    <w:rsid w:val="00C94D0C"/>
    <w:rPr>
      <w:rFonts w:ascii="Calibri" w:hAnsi="Calibri" w:cs="Calibri"/>
      <w:lang w:eastAsia="en-US"/>
    </w:rPr>
  </w:style>
  <w:style w:type="paragraph" w:styleId="NormalWeb">
    <w:name w:val="Normal (Web)"/>
    <w:basedOn w:val="Normal"/>
    <w:uiPriority w:val="99"/>
    <w:rsid w:val="00917EF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50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2</Pages>
  <Words>377</Words>
  <Characters>2152</Characters>
  <Application>Microsoft Office Outlook</Application>
  <DocSecurity>0</DocSecurity>
  <Lines>0</Lines>
  <Paragraphs>0</Paragraphs>
  <ScaleCrop>false</ScaleCrop>
  <Company>Администрация МО г.Михайловск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***</dc:creator>
  <cp:keywords/>
  <dc:description/>
  <cp:lastModifiedBy>User</cp:lastModifiedBy>
  <cp:revision>12</cp:revision>
  <cp:lastPrinted>2017-11-24T11:50:00Z</cp:lastPrinted>
  <dcterms:created xsi:type="dcterms:W3CDTF">2017-04-04T10:57:00Z</dcterms:created>
  <dcterms:modified xsi:type="dcterms:W3CDTF">2017-11-24T11:51:00Z</dcterms:modified>
</cp:coreProperties>
</file>